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51A09" w:rsidRPr="00151A09" w:rsidRDefault="00151A09" w:rsidP="00151A09">
      <w:pPr>
        <w:pStyle w:val="NormaleWeb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151A09">
        <w:rPr>
          <w:rFonts w:ascii="Arial" w:hAnsi="Arial" w:cs="Arial"/>
          <w:b/>
          <w:bCs/>
          <w:sz w:val="20"/>
          <w:szCs w:val="20"/>
        </w:rPr>
        <w:t>DOMANDA E MODELLO SEMPLIFICATO PER LE DICHIARAZIONI PER LA PARTECIPAZIONE</w:t>
      </w:r>
    </w:p>
    <w:p w:rsidR="00151A09" w:rsidRPr="00151A09" w:rsidRDefault="00151A09" w:rsidP="00151A09">
      <w:pPr>
        <w:pStyle w:val="Normale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14D6D"/>
        <w:spacing w:line="276" w:lineRule="auto"/>
        <w:rPr>
          <w:rFonts w:ascii="Arial" w:hAnsi="Arial" w:cs="Arial"/>
          <w:b/>
          <w:bCs/>
          <w:color w:val="FFFFFF" w:themeColor="background1"/>
          <w:sz w:val="20"/>
          <w:szCs w:val="20"/>
        </w:rPr>
      </w:pPr>
      <w:r w:rsidRPr="00151A09">
        <w:rPr>
          <w:rFonts w:ascii="Arial" w:hAnsi="Arial" w:cs="Arial"/>
          <w:b/>
          <w:bCs/>
          <w:color w:val="FFFFFF" w:themeColor="background1"/>
          <w:sz w:val="20"/>
          <w:szCs w:val="20"/>
        </w:rPr>
        <w:t>SEZIONE I: DATI IDENTIFICATIVI DELL’OPERATORE ECONOMICO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La/Il sottoscritta/o _______ nata/o a ______ (__) il __/__/____, residente in _______, ________ (__), codice fiscale: ___________, nella sua qualità di: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(Selezionare una delle seguenti opzioni)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Segoe UI Symbol" w:hAnsi="Segoe UI Symbol" w:cs="Segoe UI Symbol"/>
          <w:sz w:val="20"/>
          <w:szCs w:val="20"/>
        </w:rPr>
        <w:t>☐</w:t>
      </w:r>
      <w:r w:rsidRPr="00151A09">
        <w:rPr>
          <w:rFonts w:ascii="Arial" w:hAnsi="Arial" w:cs="Arial"/>
          <w:sz w:val="20"/>
          <w:szCs w:val="20"/>
        </w:rPr>
        <w:t xml:space="preserve">Legale rappresentante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Segoe UI Symbol" w:hAnsi="Segoe UI Symbol" w:cs="Segoe UI Symbol"/>
          <w:sz w:val="20"/>
          <w:szCs w:val="20"/>
        </w:rPr>
        <w:t>☐</w:t>
      </w:r>
      <w:r w:rsidRPr="00151A09">
        <w:rPr>
          <w:rFonts w:ascii="Arial" w:hAnsi="Arial" w:cs="Arial"/>
          <w:sz w:val="20"/>
          <w:szCs w:val="20"/>
        </w:rPr>
        <w:t xml:space="preserve">Procuratore (In caso di procuratore) Numero di procura: ________ del __/__/____: tipo (indicare se generale o speciale) ___________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Autorizzata/o a rappresentare legalmente il seguente soggetto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___________, con sede legale in ________, _________, __, C.F.: __________, e P.I.:____________; </w:t>
      </w:r>
    </w:p>
    <w:p w:rsidR="00151A09" w:rsidRPr="00151A09" w:rsidRDefault="00151A09" w:rsidP="00151A09">
      <w:pPr>
        <w:pStyle w:val="Normale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14D6D"/>
        <w:spacing w:line="276" w:lineRule="auto"/>
        <w:jc w:val="both"/>
        <w:rPr>
          <w:rFonts w:ascii="Arial" w:hAnsi="Arial" w:cs="Arial"/>
          <w:b/>
          <w:bCs/>
          <w:color w:val="FFFFFF" w:themeColor="background1"/>
          <w:sz w:val="20"/>
          <w:szCs w:val="20"/>
        </w:rPr>
      </w:pPr>
      <w:r w:rsidRPr="00151A09">
        <w:rPr>
          <w:rFonts w:ascii="Arial" w:hAnsi="Arial" w:cs="Arial"/>
          <w:b/>
          <w:bCs/>
          <w:color w:val="FFFFFF" w:themeColor="background1"/>
          <w:sz w:val="20"/>
          <w:szCs w:val="20"/>
        </w:rPr>
        <w:t xml:space="preserve">SEZIONE II: ISTANZA DI PARTECIPAZIONE </w:t>
      </w:r>
    </w:p>
    <w:p w:rsidR="00151A09" w:rsidRPr="00151A09" w:rsidRDefault="00151A09" w:rsidP="00151A09">
      <w:pPr>
        <w:pStyle w:val="NormaleWeb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151A09">
        <w:rPr>
          <w:rFonts w:ascii="Arial" w:hAnsi="Arial" w:cs="Arial"/>
          <w:b/>
          <w:bCs/>
          <w:sz w:val="20"/>
          <w:szCs w:val="20"/>
        </w:rPr>
        <w:t>CHIEDE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color w:val="000000" w:themeColor="text1"/>
          <w:sz w:val="20"/>
          <w:szCs w:val="20"/>
        </w:rPr>
        <w:t xml:space="preserve">di presentare un preventivo di spesa per </w:t>
      </w:r>
      <w:r w:rsidRPr="00151A09">
        <w:rPr>
          <w:rFonts w:ascii="Arial" w:hAnsi="Arial" w:cs="Arial"/>
          <w:b/>
          <w:color w:val="000000" w:themeColor="text1"/>
          <w:sz w:val="20"/>
          <w:szCs w:val="20"/>
        </w:rPr>
        <w:t xml:space="preserve">la fornitura di un servizio di comunicazione, promozione, valutazione dei dati e monitoraggio della destinazione del Sud Ovest Sardegna. Progetto Vivere il Sud Ovest. </w:t>
      </w:r>
      <w:r w:rsidRPr="00151A0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51A09">
        <w:rPr>
          <w:rFonts w:ascii="Arial" w:hAnsi="Arial" w:cs="Arial"/>
          <w:sz w:val="20"/>
          <w:szCs w:val="20"/>
        </w:rPr>
        <w:t xml:space="preserve">_____________________________________________________________________________________________________________________________CIG _______________________________ </w:t>
      </w:r>
    </w:p>
    <w:p w:rsidR="00151A09" w:rsidRPr="00151A09" w:rsidRDefault="00151A09" w:rsidP="00151A09">
      <w:pPr>
        <w:pStyle w:val="Normale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14D6D"/>
        <w:spacing w:line="276" w:lineRule="auto"/>
        <w:jc w:val="both"/>
        <w:rPr>
          <w:rFonts w:ascii="Arial" w:hAnsi="Arial" w:cs="Arial"/>
          <w:b/>
          <w:bCs/>
          <w:color w:val="FFFFFF" w:themeColor="background1"/>
          <w:sz w:val="20"/>
          <w:szCs w:val="20"/>
        </w:rPr>
      </w:pPr>
      <w:r w:rsidRPr="00151A09">
        <w:rPr>
          <w:rFonts w:ascii="Arial" w:hAnsi="Arial" w:cs="Arial"/>
          <w:b/>
          <w:bCs/>
          <w:color w:val="FFFFFF" w:themeColor="background1"/>
          <w:sz w:val="20"/>
          <w:szCs w:val="20"/>
        </w:rPr>
        <w:t xml:space="preserve">SEZIONE III: DICHIARAZIONE DELLA FORMA DI PARTECIPAZIONE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Il sottoscritto ai sensi degli artt. 46 e 47 del D.P.R. n. 445/2000, consapevole della responsabilità penale cui può andare incontro nel caso di affermazioni mendaci e delle relative sanzioni penali di cui all'art. 76 del D.P.R. 445/2000, nonché delle conseguenze amministrative di esclusione dalle gare di cui al Decreto Legislativo n. 36 del 31 marzo 2023 e alla normativa vigente in materia </w:t>
      </w:r>
    </w:p>
    <w:p w:rsidR="00151A09" w:rsidRPr="00151A09" w:rsidRDefault="00151A09" w:rsidP="00151A09">
      <w:pPr>
        <w:pStyle w:val="NormaleWeb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151A09">
        <w:rPr>
          <w:rFonts w:ascii="Arial" w:hAnsi="Arial" w:cs="Arial"/>
          <w:b/>
          <w:bCs/>
          <w:sz w:val="20"/>
          <w:szCs w:val="20"/>
        </w:rPr>
        <w:t>DICHIARA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di presentare il proprio preventivo nella seguente forma: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Segoe UI Symbol" w:hAnsi="Segoe UI Symbol" w:cs="Segoe UI Symbol"/>
          <w:sz w:val="20"/>
          <w:szCs w:val="20"/>
        </w:rPr>
        <w:t>☐</w:t>
      </w:r>
      <w:r w:rsidRPr="00151A09">
        <w:rPr>
          <w:rFonts w:ascii="Arial" w:hAnsi="Arial" w:cs="Arial"/>
          <w:sz w:val="20"/>
          <w:szCs w:val="20"/>
        </w:rPr>
        <w:t xml:space="preserve">Imprenditore individuale (anche artigiano) / Società (anche cooperative) di cui all’art. 65 c. 2 lett. a) D.lgs. 36/2023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Segoe UI Symbol" w:hAnsi="Segoe UI Symbol" w:cs="Segoe UI Symbol"/>
          <w:sz w:val="20"/>
          <w:szCs w:val="20"/>
        </w:rPr>
        <w:t>☐</w:t>
      </w:r>
      <w:r w:rsidRPr="00151A09">
        <w:rPr>
          <w:rFonts w:ascii="Arial" w:hAnsi="Arial" w:cs="Arial"/>
          <w:sz w:val="20"/>
          <w:szCs w:val="20"/>
        </w:rPr>
        <w:t xml:space="preserve">Consorzio di cui all’art. 65 c. 2 lett. b) c) o d) D.lgs. 36/2023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lastRenderedPageBreak/>
        <w:t xml:space="preserve">(Indicare ragione sociale, codice fiscale e p. IVA dei seguenti soggetti)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Impresa/e esecutrice/i: ______________________________________________________________________________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Segoe UI Symbol" w:hAnsi="Segoe UI Symbol" w:cs="Segoe UI Symbol"/>
          <w:sz w:val="20"/>
          <w:szCs w:val="20"/>
        </w:rPr>
        <w:t>☐</w:t>
      </w:r>
      <w:r w:rsidRPr="00151A09">
        <w:rPr>
          <w:rFonts w:ascii="Arial" w:hAnsi="Arial" w:cs="Arial"/>
          <w:sz w:val="20"/>
          <w:szCs w:val="20"/>
        </w:rPr>
        <w:t xml:space="preserve">RTI di cui all’art. 65 c. 2 lett. e) D.lgs. 36/2023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Segoe UI Symbol" w:hAnsi="Segoe UI Symbol" w:cs="Segoe UI Symbol"/>
          <w:sz w:val="20"/>
          <w:szCs w:val="20"/>
        </w:rPr>
        <w:t>☐</w:t>
      </w:r>
      <w:r w:rsidRPr="00151A09">
        <w:rPr>
          <w:rFonts w:ascii="Arial" w:hAnsi="Arial" w:cs="Arial"/>
          <w:sz w:val="20"/>
          <w:szCs w:val="20"/>
        </w:rPr>
        <w:t xml:space="preserve">costituendo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Segoe UI Symbol" w:hAnsi="Segoe UI Symbol" w:cs="Segoe UI Symbol"/>
          <w:sz w:val="20"/>
          <w:szCs w:val="20"/>
        </w:rPr>
        <w:t>☐</w:t>
      </w:r>
      <w:r w:rsidRPr="00151A09">
        <w:rPr>
          <w:rFonts w:ascii="Arial" w:hAnsi="Arial" w:cs="Arial"/>
          <w:sz w:val="20"/>
          <w:szCs w:val="20"/>
        </w:rPr>
        <w:t xml:space="preserve">costituito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(Indicare ragione sociale, codice fiscale e p. IVA dei seguenti soggetti) impresa mandataria: ______________________________________________________________________________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Impresa/e mandante/i: ________________________________________________________________________________________________________________________________________________________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La quota percentuale di apporto di ogni requisito tecnico-professionale ed economico-finanziario relativamente a tutti i membri dell’operatore riunito: ________________________________________________________________________________________________________________________________________________________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Parti della prestazione e la relativa quota percentuale o le prestazioni che saranno eseguite da tutti i membri dell’operatore riunito: ________________________________________________________________________________________________________________________________________________________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Quota percentuale di esecuzione rispetto al totale delle prestazioni oggetto dell’appalto relativa a tutti i membri del medesimo operatore riunito ________________________________________________________________________________________________________________________________________________________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Segoe UI Symbol" w:hAnsi="Segoe UI Symbol" w:cs="Segoe UI Symbol"/>
          <w:sz w:val="20"/>
          <w:szCs w:val="20"/>
        </w:rPr>
        <w:t>☐</w:t>
      </w:r>
      <w:r w:rsidRPr="00151A09">
        <w:rPr>
          <w:rFonts w:ascii="Arial" w:hAnsi="Arial" w:cs="Arial"/>
          <w:sz w:val="20"/>
          <w:szCs w:val="20"/>
        </w:rPr>
        <w:t xml:space="preserve">Consorzio di cui all’art. 65 c. 2 lett. f) D.lgs. 36/2023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Segoe UI Symbol" w:hAnsi="Segoe UI Symbol" w:cs="Segoe UI Symbol"/>
          <w:sz w:val="20"/>
          <w:szCs w:val="20"/>
        </w:rPr>
        <w:t>☐</w:t>
      </w:r>
      <w:r w:rsidRPr="00151A09">
        <w:rPr>
          <w:rFonts w:ascii="Arial" w:hAnsi="Arial" w:cs="Arial"/>
          <w:sz w:val="20"/>
          <w:szCs w:val="20"/>
        </w:rPr>
        <w:t xml:space="preserve">costituendo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Segoe UI Symbol" w:hAnsi="Segoe UI Symbol" w:cs="Segoe UI Symbol"/>
          <w:sz w:val="20"/>
          <w:szCs w:val="20"/>
        </w:rPr>
        <w:t>☐</w:t>
      </w:r>
      <w:r w:rsidRPr="00151A09">
        <w:rPr>
          <w:rFonts w:ascii="Arial" w:hAnsi="Arial" w:cs="Arial"/>
          <w:sz w:val="20"/>
          <w:szCs w:val="20"/>
        </w:rPr>
        <w:t xml:space="preserve">costituito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(Indicare ragione sociale, codice fiscale e p. IVA dei seguenti soggetti)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impresa Capo gruppo: ________________________________________________________________________________________________________________________________________________________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lastRenderedPageBreak/>
        <w:t xml:space="preserve">Impresa/e membro/i del gruppo: ________________________________________________________________________________________________________________________________________________________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La quota percentuale di apporto di ogni requisito tecnico-professionale ed economico-finanziario relativamente a tutti i membri dell’operatore riunito: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________________________________________________________________________________________________________________________________________________________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Parti della prestazione e la relativa quota percentuale o le prestazioni che saranno eseguite da tutti i membri dell’operatore riunito: ________________________________________________________________________________________________________________________________________________________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Quota percentuale di esecuzione rispetto al totale delle prestazioni oggetto dell’appalto relativa a tutti i membri del medesimo operatore riunito ________________________________________________________________________________________________________________________________________________________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Segoe UI Symbol" w:hAnsi="Segoe UI Symbol" w:cs="Segoe UI Symbol"/>
          <w:sz w:val="20"/>
          <w:szCs w:val="20"/>
        </w:rPr>
        <w:t>☐</w:t>
      </w:r>
      <w:r w:rsidRPr="00151A09">
        <w:rPr>
          <w:rFonts w:ascii="Arial" w:hAnsi="Arial" w:cs="Arial"/>
          <w:sz w:val="20"/>
          <w:szCs w:val="20"/>
        </w:rPr>
        <w:t xml:space="preserve">Aggregazione tra imprese aderenti ad un contratto di rete di cui all’art. 65 c. 2 lett. g) D.lgs. 36/2023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(Indicare ragione sociale, codice fiscale e p. IVA dei seguenti soggetti)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impresa Capo gruppo: ________________________________________________________________________________________________________________________________________________________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Impresa/e aderenti al contratto di rete: ________________________________________________________________________________________________________________________________________________________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Segoe UI Symbol" w:hAnsi="Segoe UI Symbol" w:cs="Segoe UI Symbol"/>
          <w:sz w:val="20"/>
          <w:szCs w:val="20"/>
        </w:rPr>
        <w:t>☐</w:t>
      </w:r>
      <w:r w:rsidRPr="00151A09">
        <w:rPr>
          <w:rFonts w:ascii="Arial" w:hAnsi="Arial" w:cs="Arial"/>
          <w:sz w:val="20"/>
          <w:szCs w:val="20"/>
        </w:rPr>
        <w:t xml:space="preserve">Soggetti che abbiano stipulato il contratto di gruppo europeo di interesse economico (GEIE) di cui all’art. 65 c. 2 lett. h) D.lgs. 36/2023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(Indicare ragione sociale, codice fiscale e p. IVA dei seguenti soggetti)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impresa Capo gruppo: ________________________________________________________________________________________________________________________________________________________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Impresa/e membro/i del gruppo: ________________________________________________________________________________________________________________________________________________________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lastRenderedPageBreak/>
        <w:t xml:space="preserve">IN QUALITÀ DI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(barrare soltanto se di proprio interesse)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Segoe UI Symbol" w:hAnsi="Segoe UI Symbol" w:cs="Segoe UI Symbol"/>
          <w:sz w:val="20"/>
          <w:szCs w:val="20"/>
        </w:rPr>
        <w:t>☐</w:t>
      </w:r>
      <w:r w:rsidRPr="00151A09">
        <w:rPr>
          <w:rFonts w:ascii="Arial" w:hAnsi="Arial" w:cs="Arial"/>
          <w:sz w:val="20"/>
          <w:szCs w:val="20"/>
        </w:rPr>
        <w:t xml:space="preserve">Impresa ausiliaria ex art. 186-bis R.D. 267/1942 o ex art. 84 del </w:t>
      </w:r>
      <w:proofErr w:type="spellStart"/>
      <w:r w:rsidRPr="00151A09">
        <w:rPr>
          <w:rFonts w:ascii="Arial" w:hAnsi="Arial" w:cs="Arial"/>
          <w:sz w:val="20"/>
          <w:szCs w:val="20"/>
        </w:rPr>
        <w:t>D.Lgs.</w:t>
      </w:r>
      <w:proofErr w:type="spellEnd"/>
      <w:r w:rsidRPr="00151A09">
        <w:rPr>
          <w:rFonts w:ascii="Arial" w:hAnsi="Arial" w:cs="Arial"/>
          <w:sz w:val="20"/>
          <w:szCs w:val="20"/>
        </w:rPr>
        <w:t xml:space="preserve"> n. 14/2019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E RELATIVAMENTE ALL’APPARTENENZA AD UN CONSORZIO: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Il soggetto dichiara che: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(Selezionare una delle seguenti opzioni)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Segoe UI Symbol" w:hAnsi="Segoe UI Symbol" w:cs="Segoe UI Symbol"/>
          <w:sz w:val="20"/>
          <w:szCs w:val="20"/>
        </w:rPr>
        <w:t>☐</w:t>
      </w:r>
      <w:r w:rsidRPr="00151A09">
        <w:rPr>
          <w:rFonts w:ascii="Arial" w:hAnsi="Arial" w:cs="Arial"/>
          <w:sz w:val="20"/>
          <w:szCs w:val="20"/>
        </w:rPr>
        <w:t xml:space="preserve">non fa parte di consorzi di cui all'art. 65 c. 2 lett. b), c) o d) D.lgs. 36/2023;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Segoe UI Symbol" w:hAnsi="Segoe UI Symbol" w:cs="Segoe UI Symbol"/>
          <w:sz w:val="20"/>
          <w:szCs w:val="20"/>
        </w:rPr>
        <w:t>☐</w:t>
      </w:r>
      <w:r w:rsidRPr="00151A09">
        <w:rPr>
          <w:rFonts w:ascii="Arial" w:hAnsi="Arial" w:cs="Arial"/>
          <w:sz w:val="20"/>
          <w:szCs w:val="20"/>
        </w:rPr>
        <w:t xml:space="preserve">fa parte del consorzio di cui all'art. 65 c. 2 lett. b), c) o d) D.lgs. 36/2023 sottoindicato ____________________________________________________________e concorre alla presente gara esclusivamente come consorziata esecutrice per il Consorzio;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Segoe UI Symbol" w:hAnsi="Segoe UI Symbol" w:cs="Segoe UI Symbol"/>
          <w:sz w:val="20"/>
          <w:szCs w:val="20"/>
        </w:rPr>
        <w:t>☐</w:t>
      </w:r>
      <w:r w:rsidRPr="00151A09">
        <w:rPr>
          <w:rFonts w:ascii="Arial" w:hAnsi="Arial" w:cs="Arial"/>
          <w:sz w:val="20"/>
          <w:szCs w:val="20"/>
        </w:rPr>
        <w:t xml:space="preserve">fa parte del consorzio di cui all’art. 65 c. 2 lett. b), c) o d) D.lgs. 36/2023 sottoindicato ________________________________________________________________________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e non concorre alla presente gara come consorziata esecutrice per il Consorzio. </w:t>
      </w:r>
    </w:p>
    <w:p w:rsidR="00151A09" w:rsidRPr="00151A09" w:rsidRDefault="00151A09" w:rsidP="00151A09">
      <w:pPr>
        <w:pStyle w:val="Normale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14D6D"/>
        <w:spacing w:line="276" w:lineRule="auto"/>
        <w:jc w:val="both"/>
        <w:rPr>
          <w:rFonts w:ascii="Arial" w:hAnsi="Arial" w:cs="Arial"/>
          <w:b/>
          <w:bCs/>
          <w:color w:val="FFFFFF" w:themeColor="background1"/>
          <w:sz w:val="20"/>
          <w:szCs w:val="20"/>
        </w:rPr>
      </w:pPr>
      <w:r w:rsidRPr="00151A09">
        <w:rPr>
          <w:rFonts w:ascii="Arial" w:hAnsi="Arial" w:cs="Arial"/>
          <w:b/>
          <w:bCs/>
          <w:color w:val="FFFFFF" w:themeColor="background1"/>
          <w:sz w:val="20"/>
          <w:szCs w:val="20"/>
        </w:rPr>
        <w:t xml:space="preserve">SEZIONE IV: DICHIARAZIONI PER LA PARTECIPAZIONE AI SENSI DEGLI ARTT. 94 E 95 DEL D.LGS. 36/2023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Il sottoscritto ai sensi degli artt. 46 e 47 del D.P.R. n. 445/2000, consapevole della responsabilità penale cui può andare incontro nel caso di affermazioni mendaci e delle relative sanzioni penali di cui all'art. 76 del D.P.R. 445/2000, nonché delle conseguenze amministrative di esclusione dalle gare di cui al Decreto Legislativo n. 36 del 31 marzo 2023 e alla normativa vigente in materia: </w:t>
      </w:r>
    </w:p>
    <w:p w:rsidR="00151A09" w:rsidRPr="00151A09" w:rsidRDefault="00151A09" w:rsidP="00151A09">
      <w:pPr>
        <w:pStyle w:val="NormaleWeb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151A09">
        <w:rPr>
          <w:rFonts w:ascii="Arial" w:hAnsi="Arial" w:cs="Arial"/>
          <w:b/>
          <w:bCs/>
          <w:sz w:val="20"/>
          <w:szCs w:val="20"/>
        </w:rPr>
        <w:t>DICHIARA</w:t>
      </w:r>
    </w:p>
    <w:p w:rsidR="00151A09" w:rsidRPr="00151A09" w:rsidRDefault="00151A09" w:rsidP="00151A09">
      <w:pPr>
        <w:pStyle w:val="Normale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14D6D"/>
        <w:spacing w:line="276" w:lineRule="auto"/>
        <w:jc w:val="both"/>
        <w:rPr>
          <w:rFonts w:ascii="Arial" w:hAnsi="Arial" w:cs="Arial"/>
          <w:color w:val="FFFFFF" w:themeColor="background1"/>
          <w:sz w:val="20"/>
          <w:szCs w:val="20"/>
        </w:rPr>
      </w:pPr>
      <w:r w:rsidRPr="00151A09">
        <w:rPr>
          <w:rFonts w:ascii="Arial" w:hAnsi="Arial" w:cs="Arial"/>
          <w:color w:val="FFFFFF" w:themeColor="background1"/>
          <w:sz w:val="20"/>
          <w:szCs w:val="20"/>
        </w:rPr>
        <w:t xml:space="preserve">1 - </w:t>
      </w:r>
      <w:r w:rsidRPr="00151A09">
        <w:rPr>
          <w:rFonts w:ascii="Arial" w:hAnsi="Arial" w:cs="Arial"/>
          <w:b/>
          <w:bCs/>
          <w:color w:val="FFFFFF" w:themeColor="background1"/>
          <w:sz w:val="20"/>
          <w:szCs w:val="20"/>
        </w:rPr>
        <w:t>DATI GENERALI</w:t>
      </w:r>
      <w:r w:rsidRPr="00151A09">
        <w:rPr>
          <w:rFonts w:ascii="Arial" w:hAnsi="Arial" w:cs="Arial"/>
          <w:color w:val="FFFFFF" w:themeColor="background1"/>
          <w:sz w:val="20"/>
          <w:szCs w:val="20"/>
        </w:rPr>
        <w:t xml:space="preserve">: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1.1 Denominazione o ragione sociale e forma giuridica: ________________;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1.2 sede legale: ___________, ___ CAP ______ - ______ ( __ ) Stato: _______;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1.3 sede operativa: __________;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1.4 referente per l'amministrazione: sig./ sig.ra ________, telefono: _______, fax: _______;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1.5 codice fiscale: _______________;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lastRenderedPageBreak/>
        <w:t xml:space="preserve">1.6 partita I.V.A.: _______;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1.7 nr. iscrizione ___________ del Registro delle Imprese presso la C.C.I.A.A. di __________ in data __/__/_____;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1.8 albi: (Indicare l'iscrizione all'Albo Artigiani, all'albo delle Società Cooperative presso il Ministero delle Attività Produttive, ad altri albi, a registri, o a ordini professionali, in relazione alla forma giuridica o all'attività svolta iscrizione ad altro registro pubblico o albo. Qualora l’operatore economico non sia iscritto a nessun albo scrivere “nessuno”) ____________________________________________________________________________________________________________________________________________________________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1.9 indirizzo di posta elettronica: _______________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1.10 posizioni assicurative e previdenziali: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- INPS: Sede di ___________ - matricola __________;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- INAIL: Sede di ___________ - matricola ____________P.A.T. ____________;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- Altro Istituto (denominazione Istituto, numero iscrizione e sede competente): _______________________________________;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- CCNL: _______________;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1.11: sede competente dell’Agenzia delle Entrate _______________________________ </w:t>
      </w:r>
    </w:p>
    <w:p w:rsidR="00151A09" w:rsidRPr="00151A09" w:rsidRDefault="00151A09" w:rsidP="00151A09">
      <w:pPr>
        <w:pStyle w:val="Normale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14D6D"/>
        <w:spacing w:line="276" w:lineRule="auto"/>
        <w:jc w:val="both"/>
        <w:rPr>
          <w:rFonts w:ascii="Arial" w:hAnsi="Arial" w:cs="Arial"/>
          <w:b/>
          <w:bCs/>
          <w:color w:val="FFFFFF" w:themeColor="background1"/>
          <w:sz w:val="20"/>
          <w:szCs w:val="20"/>
        </w:rPr>
      </w:pPr>
      <w:r w:rsidRPr="00151A09">
        <w:rPr>
          <w:rFonts w:ascii="Arial" w:hAnsi="Arial" w:cs="Arial"/>
          <w:b/>
          <w:bCs/>
          <w:color w:val="FFFFFF" w:themeColor="background1"/>
          <w:sz w:val="20"/>
          <w:szCs w:val="20"/>
        </w:rPr>
        <w:t xml:space="preserve">2 - REQUISITI DI ORDINE GENERALE DI CUI AGLI ARTT. 94 E 95 D.LGS. N. 36/2023: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Il sottoscritto ai sensi degli artt. 46 e 47 del D.P.R. n. 445/2000, consapevole della responsabilità penale cui può andare incontro nel caso di affermazioni mendaci e delle relative sanzioni penali di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cui all'art. 76 del D.P.R. 445/2000, nonché delle conseguenze amministrative di esclusione dalle gare di cui al Decreto Legislativo n. 36 del 31 marzo 2023 e alla normativa vigente in materia: </w:t>
      </w:r>
    </w:p>
    <w:p w:rsidR="00151A09" w:rsidRPr="00151A09" w:rsidRDefault="00151A09" w:rsidP="00151A09">
      <w:pPr>
        <w:pStyle w:val="NormaleWeb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151A09">
        <w:rPr>
          <w:rFonts w:ascii="Arial" w:hAnsi="Arial" w:cs="Arial"/>
          <w:b/>
          <w:bCs/>
          <w:sz w:val="20"/>
          <w:szCs w:val="20"/>
        </w:rPr>
        <w:t>DICHIARA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Che l'impresa, società o altro soggetto non si trovano in nessuna delle condizioni di cui agli artt. 94 e 95 D.lgs. n. 36/2023 che non consentono la partecipazione alle procedure di affidamento dei contratti, l'affidamento di subappalti, e la stipula dei relativi contratti, con le precisazioni di cui alle successive dichiarazioni: </w:t>
      </w:r>
    </w:p>
    <w:p w:rsidR="00151A09" w:rsidRPr="00151A09" w:rsidRDefault="00151A09" w:rsidP="00151A09">
      <w:pPr>
        <w:pStyle w:val="Normale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14D6D"/>
        <w:spacing w:line="276" w:lineRule="auto"/>
        <w:jc w:val="both"/>
        <w:rPr>
          <w:rFonts w:ascii="Arial" w:hAnsi="Arial" w:cs="Arial"/>
          <w:b/>
          <w:bCs/>
          <w:color w:val="FFFFFF" w:themeColor="background1"/>
          <w:sz w:val="20"/>
          <w:szCs w:val="20"/>
        </w:rPr>
      </w:pPr>
      <w:r w:rsidRPr="00151A09">
        <w:rPr>
          <w:rFonts w:ascii="Arial" w:hAnsi="Arial" w:cs="Arial"/>
          <w:b/>
          <w:bCs/>
          <w:color w:val="FFFFFF" w:themeColor="background1"/>
          <w:sz w:val="20"/>
          <w:szCs w:val="20"/>
        </w:rPr>
        <w:t xml:space="preserve">2.1. CHE I SOGGETTI INDICATI ALL’ART. 94 COMMA 3 DEL D.LGS. 36/2023 SONO I SEGUENTI: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___________________________________________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lastRenderedPageBreak/>
        <w:t xml:space="preserve">___________________________________________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___________________________________________ </w:t>
      </w:r>
    </w:p>
    <w:p w:rsidR="00151A09" w:rsidRPr="00151A09" w:rsidRDefault="00151A09" w:rsidP="00151A09">
      <w:pPr>
        <w:pStyle w:val="Normale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14D6D"/>
        <w:spacing w:line="276" w:lineRule="auto"/>
        <w:jc w:val="both"/>
        <w:rPr>
          <w:rFonts w:ascii="Arial" w:hAnsi="Arial" w:cs="Arial"/>
          <w:b/>
          <w:bCs/>
          <w:color w:val="FFFFFF" w:themeColor="background1"/>
          <w:sz w:val="20"/>
          <w:szCs w:val="20"/>
        </w:rPr>
      </w:pPr>
      <w:r w:rsidRPr="00151A09">
        <w:rPr>
          <w:rFonts w:ascii="Arial" w:hAnsi="Arial" w:cs="Arial"/>
          <w:b/>
          <w:bCs/>
          <w:color w:val="FFFFFF" w:themeColor="background1"/>
          <w:sz w:val="20"/>
          <w:szCs w:val="20"/>
        </w:rPr>
        <w:t xml:space="preserve">2.2. IN RELAZIONE ALLE CAUSE DI ESCLUSIONE DI CUI ALL’ART. 94 C. 1 E C. 2: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Segoe UI Symbol" w:hAnsi="Segoe UI Symbol" w:cs="Segoe UI Symbol"/>
          <w:sz w:val="20"/>
          <w:szCs w:val="20"/>
        </w:rPr>
        <w:t>☐</w:t>
      </w:r>
      <w:r w:rsidRPr="00151A09">
        <w:rPr>
          <w:rFonts w:ascii="Arial" w:hAnsi="Arial" w:cs="Arial"/>
          <w:sz w:val="20"/>
          <w:szCs w:val="20"/>
        </w:rPr>
        <w:t xml:space="preserve">Che nessuno dei soggetti indicati al comma 3 del medesimo articolo si trova in alcuna delle condizioni di cui all'art. 94 c. 1 e c. 2 del D.lgs. 36/2023 che non consentono la partecipazione alle procedure di appalto o concessione, nonché l'affidamento di subappalti, e la stipula dei relativi contratti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Oppure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Segoe UI Symbol" w:hAnsi="Segoe UI Symbol" w:cs="Segoe UI Symbol"/>
          <w:sz w:val="20"/>
          <w:szCs w:val="20"/>
        </w:rPr>
        <w:t>☐</w:t>
      </w:r>
      <w:r w:rsidRPr="00151A09">
        <w:rPr>
          <w:rFonts w:ascii="Arial" w:hAnsi="Arial" w:cs="Arial"/>
          <w:sz w:val="20"/>
          <w:szCs w:val="20"/>
        </w:rPr>
        <w:t xml:space="preserve">Che sussistono le seguenti fattispecie: (Indicare nome, cognome, codice fiscale, carica societaria del soggetto interessato, estremi del provvedimento adottato e ogni altra informazione utile ai sensi del comma 6 dell’art. 96 del Codice) ____________________________________________________________________________________________________________________________________________________________ </w:t>
      </w:r>
    </w:p>
    <w:p w:rsidR="00151A09" w:rsidRPr="00151A09" w:rsidRDefault="00151A09" w:rsidP="00151A09">
      <w:pPr>
        <w:pStyle w:val="Normale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14D6D"/>
        <w:spacing w:line="276" w:lineRule="auto"/>
        <w:jc w:val="both"/>
        <w:rPr>
          <w:rFonts w:ascii="Arial" w:hAnsi="Arial" w:cs="Arial"/>
          <w:b/>
          <w:bCs/>
          <w:color w:val="FFFFFF" w:themeColor="background1"/>
          <w:sz w:val="20"/>
          <w:szCs w:val="20"/>
        </w:rPr>
      </w:pPr>
      <w:r w:rsidRPr="00151A09">
        <w:rPr>
          <w:rFonts w:ascii="Arial" w:hAnsi="Arial" w:cs="Arial"/>
          <w:b/>
          <w:bCs/>
          <w:color w:val="FFFFFF" w:themeColor="background1"/>
          <w:sz w:val="20"/>
          <w:szCs w:val="20"/>
        </w:rPr>
        <w:t xml:space="preserve">2.3 IN RELAZIONE ALLE CAUSE DI ESCLUSIONE DI CUI ALL’ART. 94 C. 5 L. D) DEL D.LGS. 36/2023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b/>
          <w:bCs/>
          <w:sz w:val="20"/>
          <w:szCs w:val="20"/>
        </w:rPr>
        <w:t>DICHIARA</w:t>
      </w:r>
      <w:r w:rsidRPr="00151A09">
        <w:rPr>
          <w:rFonts w:ascii="Arial" w:hAnsi="Arial" w:cs="Arial"/>
          <w:sz w:val="20"/>
          <w:szCs w:val="20"/>
        </w:rPr>
        <w:t xml:space="preserve"> che: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Segoe UI Symbol" w:hAnsi="Segoe UI Symbol" w:cs="Segoe UI Symbol"/>
          <w:sz w:val="20"/>
          <w:szCs w:val="20"/>
        </w:rPr>
        <w:t>☐</w:t>
      </w:r>
      <w:r w:rsidRPr="00151A09">
        <w:rPr>
          <w:rFonts w:ascii="Arial" w:hAnsi="Arial" w:cs="Arial"/>
          <w:sz w:val="20"/>
          <w:szCs w:val="20"/>
        </w:rPr>
        <w:t xml:space="preserve">l’operatore economico non si trova in stato di liquidazione coatta, fallimento/liquidazione giudiziale, concordato preventivo, concordato con continuità aziendale;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Oppure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Per gli operatori economici ammessi al concordato preventivo con continuità aziendale di cui all’art. 186 bis del R.D. 16 marzo 1942, n. 267 o al concordato preventivo di cui all’art. 84 del </w:t>
      </w:r>
      <w:proofErr w:type="spellStart"/>
      <w:r w:rsidRPr="00151A09">
        <w:rPr>
          <w:rFonts w:ascii="Arial" w:hAnsi="Arial" w:cs="Arial"/>
          <w:sz w:val="20"/>
          <w:szCs w:val="20"/>
        </w:rPr>
        <w:t>D.Lgs.</w:t>
      </w:r>
      <w:proofErr w:type="spellEnd"/>
      <w:r w:rsidRPr="00151A09">
        <w:rPr>
          <w:rFonts w:ascii="Arial" w:hAnsi="Arial" w:cs="Arial"/>
          <w:sz w:val="20"/>
          <w:szCs w:val="20"/>
        </w:rPr>
        <w:t xml:space="preserve"> n. 14/2019 indica i seguenti estremi del provvedimento di ammissione al concordato numero ______ del _______ rilasciato dal Tribunale di _____________ e del provvedimento di autorizzazione a partecipare alle gare n. _______ del _______ rilasciato dal Giudice Delegato, e dichiara che le altre imprese aderenti al raggruppamento non sono assoggettate ad una procedura concorsuale ai sensi dell’art. 95, comma 5, del D.lgs. 14/2019 o ai sensi dell’art. 186 bis comma 6 del R.D. 16 marzo 1942, n. 267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Per gli operatori economici che hanno presentato domanda di ammissione al concordato preventivo con continuità aziendale di cui all’art. 186 bis del R.D. 16 marzo 1942, n. 267 o al concordato preventivo di cui all’art. 84 del </w:t>
      </w:r>
      <w:proofErr w:type="spellStart"/>
      <w:r w:rsidRPr="00151A09">
        <w:rPr>
          <w:rFonts w:ascii="Arial" w:hAnsi="Arial" w:cs="Arial"/>
          <w:sz w:val="20"/>
          <w:szCs w:val="20"/>
        </w:rPr>
        <w:t>D.Lgs.</w:t>
      </w:r>
      <w:proofErr w:type="spellEnd"/>
      <w:r w:rsidRPr="00151A09">
        <w:rPr>
          <w:rFonts w:ascii="Arial" w:hAnsi="Arial" w:cs="Arial"/>
          <w:sz w:val="20"/>
          <w:szCs w:val="20"/>
        </w:rPr>
        <w:t xml:space="preserve"> n. 14/2019 indica i seguenti estremi della presentazione della domanda numero ______ del _______di ammissione al concordato e del provvedimento di autorizzazione a partecipare alle gare, numero ____ del _______ rilasciato dal Tribunale di _______________ e dichiara che le altre imprese aderenti al raggruppamento non sono assoggettate ad una procedura concorsuale ai sensi o ai sensi dell’art. 95, comma 5, del D.lgs. 14/2019 ai sensi dell’art. 186 bis comma 6 del R.D. 16 marzo 1942, n. 267 e dichiara di ricorrere all’avvalimento dell’Impresa ___________________________; </w:t>
      </w:r>
    </w:p>
    <w:p w:rsidR="00151A09" w:rsidRPr="00151A09" w:rsidRDefault="00151A09" w:rsidP="00151A09">
      <w:pPr>
        <w:pStyle w:val="Normale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14D6D"/>
        <w:spacing w:line="276" w:lineRule="auto"/>
        <w:jc w:val="both"/>
        <w:rPr>
          <w:rFonts w:ascii="Arial" w:hAnsi="Arial" w:cs="Arial"/>
          <w:b/>
          <w:bCs/>
          <w:color w:val="FFFFFF" w:themeColor="background1"/>
          <w:sz w:val="20"/>
          <w:szCs w:val="20"/>
        </w:rPr>
      </w:pPr>
      <w:r w:rsidRPr="00151A09">
        <w:rPr>
          <w:rFonts w:ascii="Arial" w:hAnsi="Arial" w:cs="Arial"/>
          <w:b/>
          <w:bCs/>
          <w:color w:val="FFFFFF" w:themeColor="background1"/>
          <w:sz w:val="20"/>
          <w:szCs w:val="20"/>
        </w:rPr>
        <w:lastRenderedPageBreak/>
        <w:t xml:space="preserve">2.4 DICHIARA, AI SENSI DEGLI ARTT. 94 COMMA 6 E 95 COMMA 2 DEL CODICE DEI CONTRATTI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(barrare la casella che interessa):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Segoe UI Symbol" w:hAnsi="Segoe UI Symbol" w:cs="Segoe UI Symbol"/>
          <w:sz w:val="20"/>
          <w:szCs w:val="20"/>
        </w:rPr>
        <w:t>☐</w:t>
      </w:r>
      <w:r w:rsidRPr="00151A09">
        <w:rPr>
          <w:rFonts w:ascii="Arial" w:hAnsi="Arial" w:cs="Arial"/>
          <w:sz w:val="20"/>
          <w:szCs w:val="20"/>
        </w:rPr>
        <w:t xml:space="preserve">di non avere obblighi relativi al pagamento di imposte e tasse o di contributi previdenziali per violazioni in materia fiscale e/o contributiva previdenziale, anche non definitivamente accertate;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oppure: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Segoe UI Symbol" w:hAnsi="Segoe UI Symbol" w:cs="Segoe UI Symbol"/>
          <w:sz w:val="20"/>
          <w:szCs w:val="20"/>
        </w:rPr>
        <w:t>☐</w:t>
      </w:r>
      <w:r w:rsidRPr="00151A09">
        <w:rPr>
          <w:rFonts w:ascii="Arial" w:hAnsi="Arial" w:cs="Arial"/>
          <w:sz w:val="20"/>
          <w:szCs w:val="20"/>
        </w:rPr>
        <w:t xml:space="preserve">di avere obblighi relativi al pagamento di imposte e tasse o di contributi previdenziali per violazioni in materia fiscale e/o contributiva previdenziale definitivamente accertate e che gli stessi sono i seguenti (indicare la violazione e l’importo): ____________________________________________________________________________________________________________________________________________________________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Segoe UI Symbol" w:hAnsi="Segoe UI Symbol" w:cs="Segoe UI Symbol"/>
          <w:sz w:val="20"/>
          <w:szCs w:val="20"/>
        </w:rPr>
        <w:t>☐</w:t>
      </w:r>
      <w:r w:rsidRPr="00151A09">
        <w:rPr>
          <w:rFonts w:ascii="Arial" w:hAnsi="Arial" w:cs="Arial"/>
          <w:sz w:val="20"/>
          <w:szCs w:val="20"/>
        </w:rPr>
        <w:t xml:space="preserve">di avere obblighi relativi al pagamento di imposte e tasse o di contributi previdenziali per violazioni in materia fiscale e/o contributiva previdenziale non definitivamente accertate e che gli stessi sono i seguenti (indicare la violazione e l’importo): ____________________________________________________________________________________________________________________________________________________________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e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(barrare la casella che interessa in caso di risposta positiva alla precedente dichiarazione)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Segoe UI Symbol" w:hAnsi="Segoe UI Symbol" w:cs="Segoe UI Symbol"/>
          <w:sz w:val="20"/>
          <w:szCs w:val="20"/>
        </w:rPr>
        <w:t>☐</w:t>
      </w:r>
      <w:r w:rsidRPr="00151A09">
        <w:rPr>
          <w:rFonts w:ascii="Arial" w:hAnsi="Arial" w:cs="Arial"/>
          <w:sz w:val="20"/>
          <w:szCs w:val="20"/>
        </w:rPr>
        <w:t xml:space="preserve"> di aver ottemperato a tali obblighi pagando o impegnandosi in modo vincolante a pagare le imposte/ contributi previdenziali dovuti, compresi eventuali interessi o sanzioni;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Oppure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Segoe UI Symbol" w:hAnsi="Segoe UI Symbol" w:cs="Segoe UI Symbol"/>
          <w:sz w:val="20"/>
          <w:szCs w:val="20"/>
        </w:rPr>
        <w:t>☐</w:t>
      </w:r>
      <w:r w:rsidRPr="00151A09">
        <w:rPr>
          <w:rFonts w:ascii="Arial" w:hAnsi="Arial" w:cs="Arial"/>
          <w:sz w:val="20"/>
          <w:szCs w:val="20"/>
        </w:rPr>
        <w:t xml:space="preserve"> il debito tributario/previdenziale è comunque integralmente estinto anteriormente alla scadenza del termine di presentazione della domanda;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Oppure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Segoe UI Symbol" w:hAnsi="Segoe UI Symbol" w:cs="Segoe UI Symbol"/>
          <w:sz w:val="20"/>
          <w:szCs w:val="20"/>
        </w:rPr>
        <w:t>☐</w:t>
      </w:r>
      <w:r w:rsidRPr="00151A09">
        <w:rPr>
          <w:rFonts w:ascii="Arial" w:hAnsi="Arial" w:cs="Arial"/>
          <w:sz w:val="20"/>
          <w:szCs w:val="20"/>
        </w:rPr>
        <w:t xml:space="preserve"> di aver compensato il debito tributario con crediti vantati nei confronti della pubblica amministrazione;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Ovvero (da compilare se ricorre una delle sottoelencate ipotesi) in caso di violazioni non definitivamente accertate in materia fiscale, se in relazione alle stesse: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Segoe UI Symbol" w:hAnsi="Segoe UI Symbol" w:cs="Segoe UI Symbol"/>
          <w:sz w:val="20"/>
          <w:szCs w:val="20"/>
        </w:rPr>
        <w:t>☐</w:t>
      </w:r>
      <w:r w:rsidRPr="00151A09">
        <w:rPr>
          <w:rFonts w:ascii="Arial" w:hAnsi="Arial" w:cs="Arial"/>
          <w:sz w:val="20"/>
          <w:szCs w:val="20"/>
        </w:rPr>
        <w:t xml:space="preserve"> è intervenuta pronuncia giurisdizionale favorevole all’operatore economico non passata in giudicato (sino all’eventuale riforma della stessa o sino a che la violazione risulti definitivamente accertata);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Segoe UI Symbol" w:hAnsi="Segoe UI Symbol" w:cs="Segoe UI Symbol"/>
          <w:sz w:val="20"/>
          <w:szCs w:val="20"/>
        </w:rPr>
        <w:t>☐</w:t>
      </w:r>
      <w:r w:rsidRPr="00151A09">
        <w:rPr>
          <w:rFonts w:ascii="Arial" w:hAnsi="Arial" w:cs="Arial"/>
          <w:sz w:val="20"/>
          <w:szCs w:val="20"/>
        </w:rPr>
        <w:t xml:space="preserve"> sono stati adottati provvedimenti di sospensione giurisdizionale o amministrativa. </w:t>
      </w:r>
    </w:p>
    <w:p w:rsidR="00151A09" w:rsidRPr="00151A09" w:rsidRDefault="00151A09" w:rsidP="00151A09">
      <w:pPr>
        <w:pStyle w:val="Normale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14D6D"/>
        <w:spacing w:line="276" w:lineRule="auto"/>
        <w:jc w:val="both"/>
        <w:rPr>
          <w:rFonts w:ascii="Arial" w:hAnsi="Arial" w:cs="Arial"/>
          <w:b/>
          <w:bCs/>
          <w:color w:val="FFFFFF" w:themeColor="background1"/>
          <w:sz w:val="20"/>
          <w:szCs w:val="20"/>
        </w:rPr>
      </w:pPr>
      <w:r w:rsidRPr="00151A09">
        <w:rPr>
          <w:rFonts w:ascii="Arial" w:hAnsi="Arial" w:cs="Arial"/>
          <w:b/>
          <w:bCs/>
          <w:color w:val="FFFFFF" w:themeColor="background1"/>
          <w:sz w:val="20"/>
          <w:szCs w:val="20"/>
        </w:rPr>
        <w:lastRenderedPageBreak/>
        <w:t xml:space="preserve">2.5 DICHIARA DI NON INCORRERE NELLE CAUSE DI ESCLUSIONE AUTOMATICA DI CUI ALL’ART. 94, COMMA 5 DEL CODICE ED IN PARTICOLARE: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- di non essere soggetto alla sanzione interdittiva di cui all'articolo 9, comma 2, lettera c) del decreto legislativo 8 giugno 2001, n. 231 o ad altra sanzione che comporta il divieto di contrarre con la pubblica amministrazione, compresi i provvedimenti interdittivi di cui all'articolo 14 del decreto legislativo 9 aprile 2008, n. 81 (art. 94 c. 5 lett. a);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- di essere in regola con le norme che disciplinano il diritto al lavoro dei disabili di cui alla legge 12 marzo 1999, n. 68 (art. 95 c. 5 lett. b) in quanto: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Segoe UI Symbol" w:hAnsi="Segoe UI Symbol" w:cs="Segoe UI Symbol"/>
          <w:sz w:val="20"/>
          <w:szCs w:val="20"/>
        </w:rPr>
        <w:t>☐</w:t>
      </w:r>
      <w:r w:rsidRPr="00151A09">
        <w:rPr>
          <w:rFonts w:ascii="Arial" w:hAnsi="Arial" w:cs="Arial"/>
          <w:sz w:val="20"/>
          <w:szCs w:val="20"/>
        </w:rPr>
        <w:t xml:space="preserve">è tenuto all'applicazione delle norme che disciplinano il diritto al lavoro dei disabili ed è in regola con le norme stesse, nonché ha ottemperato agli obblighi prescritti dalle stesse norme; Indicare l'ufficio competente: ______________________________________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Segoe UI Symbol" w:hAnsi="Segoe UI Symbol" w:cs="Segoe UI Symbol"/>
          <w:sz w:val="20"/>
          <w:szCs w:val="20"/>
        </w:rPr>
        <w:t>☐</w:t>
      </w:r>
      <w:r w:rsidRPr="00151A09">
        <w:rPr>
          <w:rFonts w:ascii="Arial" w:hAnsi="Arial" w:cs="Arial"/>
          <w:sz w:val="20"/>
          <w:szCs w:val="20"/>
        </w:rPr>
        <w:t xml:space="preserve">non è assoggettato alle norme che disciplinano il diritto al lavoro dei disabili in quanto ha un numero di dipendenti inferiore a 15 o per i motivi sotto indicati: __________________________________________________________________________________________________________________________________________________________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Segoe UI Symbol" w:hAnsi="Segoe UI Symbol" w:cs="Segoe UI Symbol"/>
          <w:sz w:val="20"/>
          <w:szCs w:val="20"/>
        </w:rPr>
        <w:t>☐</w:t>
      </w:r>
      <w:r w:rsidRPr="00151A09">
        <w:rPr>
          <w:rFonts w:ascii="Arial" w:hAnsi="Arial" w:cs="Arial"/>
          <w:sz w:val="20"/>
          <w:szCs w:val="20"/>
        </w:rPr>
        <w:t xml:space="preserve">non è tenuto all'applicazione delle norme che disciplinano il diritto al lavoro dei disabili perché, pur avendo un numero di dipendenti compreso fra 15 e 35, non ha effettuato nuove assunzioni dal 18/01/2000 o, se anche le ha effettuate, rientra nel periodo di esenzione dalla presentazione della certificazione;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- di non essere iscritto nel casellario informatico tenuto dall'Osservatorio dell'ANAC per aver presentato false dichiarazioni o falsa documentazione nelle procedure di gara e negli affidamenti di subappalti (art. 94 c. 5 lett. e); </w:t>
      </w:r>
    </w:p>
    <w:p w:rsidR="00151A09" w:rsidRPr="00151A09" w:rsidRDefault="00151A09" w:rsidP="00151A09">
      <w:pPr>
        <w:pStyle w:val="Normale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14D6D"/>
        <w:spacing w:line="276" w:lineRule="auto"/>
        <w:jc w:val="both"/>
        <w:rPr>
          <w:rFonts w:ascii="Arial" w:hAnsi="Arial" w:cs="Arial"/>
          <w:b/>
          <w:bCs/>
          <w:color w:val="FFFFFF" w:themeColor="background1"/>
          <w:sz w:val="20"/>
          <w:szCs w:val="20"/>
        </w:rPr>
      </w:pPr>
      <w:r w:rsidRPr="00151A09">
        <w:rPr>
          <w:rFonts w:ascii="Arial" w:hAnsi="Arial" w:cs="Arial"/>
          <w:b/>
          <w:bCs/>
          <w:color w:val="FFFFFF" w:themeColor="background1"/>
          <w:sz w:val="20"/>
          <w:szCs w:val="20"/>
        </w:rPr>
        <w:t xml:space="preserve">2.6 DI NON INCORRERE NELLE CAUSE DI ESCLUSIONE NON AUTOMATICA DI CUI ALL’ART. 95 C.1 DEL CODICE (LETT. A, B, C ED E) ED IN PARTICOLARE DICHIARA: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- di non aver violato, per quanto di sua conoscenza, obblighi applicabili in materia di salute e sicurezza sul lavoro, nonché obblighi in materia di diritto ambientale, sociale e del lavoro;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- di non essere a conoscenza di qualsiasi conflitto di interessi di cui all’art. 16 del Codice legato alla sua partecipazione alla procedura di appalto;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- di non aver fornito consulenza all'amministrazione aggiudicatrice o all'ente aggiudicatore o di non aver altrimenti partecipato alla preparazione della procedura d'aggiudicazione;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- di non essersi reso colpevole di gravi illeciti professionali di cui all’art. 98 commi 3 e 5 del Codice: (nel caso in cui l’operatore economico si trovi in una delle situazioni sopra elencate, ad eccezione delle violazioni agli obblighi fiscali e previdenziali, fornire informazioni dettagliate, specificando la tipologia di reato o illecito e se l’operatore economico: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lastRenderedPageBreak/>
        <w:t xml:space="preserve">o ha risarcito o si è impegnato a risarcire qualunque danno causato dal reato o dall'illecito;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o ha chiarito i fatti e le circostanze in modo globale collaborando attivamente con le autorità investigative;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o ha adottato provvedimenti concreti di carattere tecnico, organizzativo e relativi al personale idonei a prevenire ulteriori reati o illeciti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____________________________________________________________________________________________________________________________________________________________________________) </w:t>
      </w:r>
    </w:p>
    <w:p w:rsidR="00151A09" w:rsidRPr="00151A09" w:rsidRDefault="00151A09" w:rsidP="00151A09">
      <w:pPr>
        <w:pStyle w:val="Normale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14D6D"/>
        <w:spacing w:line="276" w:lineRule="auto"/>
        <w:jc w:val="both"/>
        <w:rPr>
          <w:rFonts w:ascii="Arial" w:hAnsi="Arial" w:cs="Arial"/>
          <w:b/>
          <w:bCs/>
          <w:color w:val="FFFFFF" w:themeColor="background1"/>
          <w:sz w:val="20"/>
          <w:szCs w:val="20"/>
        </w:rPr>
      </w:pPr>
      <w:r w:rsidRPr="00151A09">
        <w:rPr>
          <w:rFonts w:ascii="Arial" w:hAnsi="Arial" w:cs="Arial"/>
          <w:b/>
          <w:bCs/>
          <w:color w:val="FFFFFF" w:themeColor="background1"/>
          <w:sz w:val="20"/>
          <w:szCs w:val="20"/>
        </w:rPr>
        <w:t xml:space="preserve">SEZIONE V: ULTERIORI DICHIARAZIONI PER LA PARTECIPAZIONE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Il sottoscritto ai sensi degli artt. 46 e 47 del D.P.R. n. 445/2000, consapevole della responsabilità penale cui può andare incontro nel caso di affermazioni mendaci e delle relative sanzioni penali di cui all'art. 76 del D.P.R. 445/2000, nonché delle conseguenze amministrative di esclusione dalle gare di cui al Decreto Legislativo n. 36 del 31 marzo 2023 e alla normativa vigente in materia: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b/>
          <w:bCs/>
          <w:sz w:val="20"/>
          <w:szCs w:val="20"/>
        </w:rPr>
        <w:t xml:space="preserve">DICHIARA </w:t>
      </w:r>
      <w:r w:rsidRPr="00151A09">
        <w:rPr>
          <w:rFonts w:ascii="Arial" w:hAnsi="Arial" w:cs="Arial"/>
          <w:sz w:val="20"/>
          <w:szCs w:val="20"/>
        </w:rPr>
        <w:t xml:space="preserve">CHE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1. in caso di aggiudicazione l’operatore economico (selezionare una delle seguenti opzioni): </w:t>
      </w:r>
      <w:r w:rsidRPr="00151A09">
        <w:rPr>
          <w:rFonts w:ascii="Segoe UI Symbol" w:hAnsi="Segoe UI Symbol" w:cs="Segoe UI Symbol"/>
          <w:sz w:val="20"/>
          <w:szCs w:val="20"/>
        </w:rPr>
        <w:t>☐</w:t>
      </w:r>
      <w:r w:rsidRPr="00151A09">
        <w:rPr>
          <w:rFonts w:ascii="Arial" w:hAnsi="Arial" w:cs="Arial"/>
          <w:sz w:val="20"/>
          <w:szCs w:val="20"/>
        </w:rPr>
        <w:t xml:space="preserve">intende subappaltare la prestazione oggetto del presente appalto Oppure </w:t>
      </w:r>
      <w:r w:rsidRPr="00151A09">
        <w:rPr>
          <w:rFonts w:ascii="Segoe UI Symbol" w:hAnsi="Segoe UI Symbol" w:cs="Segoe UI Symbol"/>
          <w:sz w:val="20"/>
          <w:szCs w:val="20"/>
        </w:rPr>
        <w:t>☐</w:t>
      </w:r>
      <w:r w:rsidRPr="00151A09">
        <w:rPr>
          <w:rFonts w:ascii="Arial" w:hAnsi="Arial" w:cs="Arial"/>
          <w:sz w:val="20"/>
          <w:szCs w:val="20"/>
        </w:rPr>
        <w:t xml:space="preserve">NON intende subappaltare la prestazione oggetto del presente appalto (in caso di subappalto indicare le parti della prestazione e la relativa quota percentuale che si intende subappaltare ai sensi dell’art. 119 del D.lgs. 36/2023) ______________________________________________________________________________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2. di essere in possesso della seguente certificazione del sistema di qualità conforme alle norme europee in corso di validità alla data di scadenza del termine per la presentazione dell'offerta: (indicare il soggetto certificatore, la serie e la data di scadenza) ___________________________________________________________________________________________________________________________________________________________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3. dichiara di essere una Micro, Piccola e Media Impresa (PMI) così come definita dalla Raccomandazione della Commissione 2003/361/CE del 6 maggio 2003 </w:t>
      </w:r>
      <w:r w:rsidRPr="00151A09">
        <w:rPr>
          <w:rFonts w:ascii="Segoe UI Symbol" w:hAnsi="Segoe UI Symbol" w:cs="Segoe UI Symbol"/>
          <w:sz w:val="20"/>
          <w:szCs w:val="20"/>
        </w:rPr>
        <w:t>☐</w:t>
      </w:r>
      <w:r w:rsidRPr="00151A09">
        <w:rPr>
          <w:rFonts w:ascii="Arial" w:hAnsi="Arial" w:cs="Arial"/>
          <w:sz w:val="20"/>
          <w:szCs w:val="20"/>
        </w:rPr>
        <w:t xml:space="preserve"> Sì </w:t>
      </w:r>
      <w:r w:rsidRPr="00151A09">
        <w:rPr>
          <w:rFonts w:ascii="Segoe UI Symbol" w:hAnsi="Segoe UI Symbol" w:cs="Segoe UI Symbol"/>
          <w:sz w:val="20"/>
          <w:szCs w:val="20"/>
        </w:rPr>
        <w:t>☐</w:t>
      </w:r>
      <w:r w:rsidRPr="00151A09">
        <w:rPr>
          <w:rFonts w:ascii="Arial" w:hAnsi="Arial" w:cs="Arial"/>
          <w:sz w:val="20"/>
          <w:szCs w:val="20"/>
        </w:rPr>
        <w:t xml:space="preserve">No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4. tutte le comunicazioni di cui all’art. 90 del D.lgs. 36/2023 dovranno essere spedite al seguente indirizzo PEC: ___________________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5. non sussiste alcun divieto di contrarre con la Pubblica Amministrazione di cui all'articolo 53 comma 16 ter del D.lgs. 165/2001;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6. di essere a conoscenza degli obblighi di condotta previsti dal “Codice di comportamento” della Stazione appaltante allegato agli atti di gara o consultabile nella sezione Amministrazione trasparente del sito istituzionale della Stazione appaltante;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lastRenderedPageBreak/>
        <w:t xml:space="preserve">7. di impegnarsi, in caso di aggiudicazione e con riferimento alle prestazioni oggetto del contratto, ad osservare e far osservare gli obblighi di condotta di cui al punto precedente ai propri dipendenti e collaboratori a qualsiasi titolo, nonché, in caso di ricorso al subappalto al subappaltatore e ai suoi dipendenti e collaboratori, per quanto compatibili con il ruolo e l’attività svolta;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8. di essere in possesso di pregresse e documentate esperienze idonee all’esecuzione delle prestazioni contrattuali.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151A09">
        <w:rPr>
          <w:rFonts w:ascii="Arial" w:hAnsi="Arial" w:cs="Arial"/>
          <w:b/>
          <w:bCs/>
          <w:sz w:val="20"/>
          <w:szCs w:val="20"/>
          <w:u w:val="single"/>
        </w:rPr>
        <w:t>Requisiti di idoneità:</w:t>
      </w:r>
    </w:p>
    <w:p w:rsidR="00151A09" w:rsidRPr="00151A09" w:rsidRDefault="00151A09" w:rsidP="00151A09">
      <w:pPr>
        <w:spacing w:before="100" w:beforeAutospacing="1" w:after="100" w:afterAutospacing="1"/>
        <w:jc w:val="both"/>
        <w:rPr>
          <w:rFonts w:ascii="Arial" w:hAnsi="Arial" w:cs="Arial"/>
          <w:szCs w:val="20"/>
        </w:rPr>
      </w:pPr>
      <w:r w:rsidRPr="00151A09">
        <w:rPr>
          <w:rStyle w:val="Enfasigrassetto"/>
          <w:rFonts w:ascii="Arial" w:hAnsi="Arial" w:cs="Arial"/>
          <w:szCs w:val="20"/>
        </w:rPr>
        <w:t>Requisito di capacità economica e finanziaria</w:t>
      </w:r>
      <w:r w:rsidRPr="00151A09">
        <w:rPr>
          <w:rFonts w:ascii="Arial" w:eastAsia="Times New Roman" w:hAnsi="Arial" w:cs="Arial"/>
          <w:szCs w:val="20"/>
        </w:rPr>
        <w:t xml:space="preserve">: </w:t>
      </w:r>
      <w:r w:rsidRPr="00151A09">
        <w:rPr>
          <w:rFonts w:ascii="Arial" w:hAnsi="Arial" w:cs="Arial"/>
          <w:szCs w:val="20"/>
        </w:rPr>
        <w:t xml:space="preserve">l’operatore economico deve possedere un fatturato globale almeno pari al valore stimato dell’appalto in oggetto € </w:t>
      </w:r>
      <w:r w:rsidRPr="00151A09">
        <w:rPr>
          <w:rFonts w:ascii="Arial" w:hAnsi="Arial" w:cs="Arial"/>
          <w:b/>
          <w:bCs/>
          <w:szCs w:val="20"/>
        </w:rPr>
        <w:t>14.754,10</w:t>
      </w:r>
      <w:r w:rsidRPr="00151A09">
        <w:rPr>
          <w:rFonts w:ascii="Arial" w:hAnsi="Arial" w:cs="Arial"/>
          <w:szCs w:val="20"/>
        </w:rPr>
        <w:t xml:space="preserve"> maturato complessivamente nel triennio 2020/2021/2022;</w:t>
      </w:r>
    </w:p>
    <w:p w:rsidR="00151A09" w:rsidRPr="00151A09" w:rsidRDefault="00151A09" w:rsidP="00151A09">
      <w:pPr>
        <w:pStyle w:val="Paragrafoelenco"/>
        <w:spacing w:before="100" w:beforeAutospacing="1" w:after="100" w:afterAutospacing="1"/>
        <w:ind w:left="426"/>
        <w:jc w:val="both"/>
        <w:rPr>
          <w:rStyle w:val="Enfasigrassetto"/>
          <w:rFonts w:ascii="Arial" w:hAnsi="Arial" w:cs="Arial"/>
          <w:szCs w:val="20"/>
        </w:rPr>
      </w:pPr>
      <w:r w:rsidRPr="00151A09">
        <w:rPr>
          <w:rStyle w:val="Enfasigrassetto"/>
          <w:rFonts w:ascii="Arial" w:hAnsi="Arial" w:cs="Arial"/>
          <w:szCs w:val="20"/>
        </w:rPr>
        <w:t>___________________________</w:t>
      </w:r>
    </w:p>
    <w:p w:rsidR="00151A09" w:rsidRPr="00151A09" w:rsidRDefault="00151A09" w:rsidP="00151A09">
      <w:pPr>
        <w:pStyle w:val="Paragrafoelenco"/>
        <w:spacing w:before="100" w:beforeAutospacing="1" w:after="100" w:afterAutospacing="1"/>
        <w:ind w:left="426"/>
        <w:jc w:val="both"/>
        <w:rPr>
          <w:rStyle w:val="Enfasigrassetto"/>
          <w:rFonts w:ascii="Arial" w:hAnsi="Arial" w:cs="Arial"/>
          <w:szCs w:val="20"/>
        </w:rPr>
      </w:pPr>
      <w:r w:rsidRPr="00151A09">
        <w:rPr>
          <w:rStyle w:val="Enfasigrassetto"/>
          <w:rFonts w:ascii="Arial" w:hAnsi="Arial" w:cs="Arial"/>
          <w:szCs w:val="20"/>
        </w:rPr>
        <w:t>___________________________</w:t>
      </w:r>
    </w:p>
    <w:p w:rsidR="00151A09" w:rsidRPr="00151A09" w:rsidRDefault="00151A09" w:rsidP="00151A09">
      <w:pPr>
        <w:pStyle w:val="Paragrafoelenco"/>
        <w:spacing w:before="100" w:beforeAutospacing="1" w:after="100" w:afterAutospacing="1"/>
        <w:ind w:left="426"/>
        <w:jc w:val="both"/>
        <w:rPr>
          <w:rStyle w:val="Enfasigrassetto"/>
          <w:rFonts w:ascii="Arial" w:hAnsi="Arial" w:cs="Arial"/>
          <w:szCs w:val="20"/>
        </w:rPr>
      </w:pPr>
      <w:r w:rsidRPr="00151A09">
        <w:rPr>
          <w:rStyle w:val="Enfasigrassetto"/>
          <w:rFonts w:ascii="Arial" w:hAnsi="Arial" w:cs="Arial"/>
          <w:szCs w:val="20"/>
        </w:rPr>
        <w:t>___________________________</w:t>
      </w:r>
    </w:p>
    <w:p w:rsidR="00151A09" w:rsidRPr="00151A09" w:rsidRDefault="00151A09" w:rsidP="00151A09">
      <w:pPr>
        <w:spacing w:before="120"/>
        <w:jc w:val="both"/>
        <w:rPr>
          <w:rStyle w:val="Enfasigrassetto"/>
          <w:rFonts w:ascii="Arial" w:eastAsia="Arial" w:hAnsi="Arial" w:cs="Arial"/>
          <w:szCs w:val="20"/>
          <w:lang w:eastAsia="it-IT"/>
        </w:rPr>
      </w:pPr>
      <w:r w:rsidRPr="00151A09">
        <w:rPr>
          <w:rStyle w:val="Enfasigrassetto"/>
          <w:rFonts w:ascii="Arial" w:eastAsia="Arial" w:hAnsi="Arial" w:cs="Arial"/>
          <w:szCs w:val="20"/>
          <w:lang w:eastAsia="it-IT"/>
        </w:rPr>
        <w:t xml:space="preserve">Requisiti di capacità tecniche e professionali </w:t>
      </w:r>
    </w:p>
    <w:p w:rsidR="00151A09" w:rsidRPr="00151A09" w:rsidRDefault="00151A09" w:rsidP="00151A09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Cs w:val="20"/>
        </w:rPr>
      </w:pPr>
      <w:r w:rsidRPr="00151A09">
        <w:rPr>
          <w:rFonts w:ascii="Arial" w:hAnsi="Arial" w:cs="Arial"/>
          <w:color w:val="000000"/>
          <w:szCs w:val="20"/>
        </w:rPr>
        <w:t>Esecuzione</w:t>
      </w:r>
      <w:r w:rsidRPr="00151A09">
        <w:rPr>
          <w:rFonts w:ascii="Arial" w:hAnsi="Arial" w:cs="Arial"/>
          <w:szCs w:val="20"/>
        </w:rPr>
        <w:t xml:space="preserve"> con esito positivo, nei tre anni antecedenti la data di invio della lettera di preventivo, di</w:t>
      </w:r>
      <w:r w:rsidRPr="00151A09">
        <w:rPr>
          <w:rFonts w:ascii="Arial" w:hAnsi="Arial" w:cs="Arial"/>
          <w:b/>
          <w:szCs w:val="20"/>
          <w:u w:val="single"/>
        </w:rPr>
        <w:t xml:space="preserve"> almeno 2 appalti </w:t>
      </w:r>
      <w:r w:rsidRPr="00151A09">
        <w:rPr>
          <w:rFonts w:ascii="Arial" w:hAnsi="Arial" w:cs="Arial"/>
          <w:szCs w:val="20"/>
        </w:rPr>
        <w:t>analoghi a quello oggetto della presente procedura negoziata.</w:t>
      </w:r>
      <w:r w:rsidRPr="00151A09">
        <w:rPr>
          <w:rFonts w:ascii="Arial" w:hAnsi="Arial" w:cs="Arial"/>
          <w:color w:val="000000"/>
          <w:szCs w:val="20"/>
        </w:rPr>
        <w:t xml:space="preserve"> Per ciascun incarico devono essere indicati il soggetto committente, l'oggetto dell'affidamento, la data di affidamento, il periodo di esecuzione, i relativi importi.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4"/>
        <w:gridCol w:w="1916"/>
        <w:gridCol w:w="1932"/>
        <w:gridCol w:w="1930"/>
        <w:gridCol w:w="1916"/>
      </w:tblGrid>
      <w:tr w:rsidR="00151A09" w:rsidRPr="00151A09" w:rsidTr="00151A09">
        <w:tc>
          <w:tcPr>
            <w:tcW w:w="1955" w:type="dxa"/>
            <w:shd w:val="clear" w:color="auto" w:fill="014D6D"/>
          </w:tcPr>
          <w:p w:rsidR="00151A09" w:rsidRPr="00151A09" w:rsidRDefault="00151A09" w:rsidP="006800D3">
            <w:pPr>
              <w:spacing w:before="120" w:after="0"/>
              <w:jc w:val="center"/>
              <w:rPr>
                <w:rFonts w:ascii="Arial" w:hAnsi="Arial" w:cs="Arial"/>
                <w:b/>
                <w:color w:val="FFFFFF"/>
                <w:szCs w:val="20"/>
              </w:rPr>
            </w:pPr>
            <w:r w:rsidRPr="00151A09">
              <w:rPr>
                <w:rFonts w:ascii="Arial" w:hAnsi="Arial" w:cs="Arial"/>
                <w:b/>
                <w:color w:val="FFFFFF"/>
                <w:szCs w:val="20"/>
              </w:rPr>
              <w:t>Soggetto Committente</w:t>
            </w:r>
          </w:p>
        </w:tc>
        <w:tc>
          <w:tcPr>
            <w:tcW w:w="1955" w:type="dxa"/>
            <w:shd w:val="clear" w:color="auto" w:fill="014D6D"/>
          </w:tcPr>
          <w:p w:rsidR="00151A09" w:rsidRPr="00151A09" w:rsidRDefault="00151A09" w:rsidP="006800D3">
            <w:pPr>
              <w:spacing w:before="120" w:after="0"/>
              <w:jc w:val="center"/>
              <w:rPr>
                <w:rFonts w:ascii="Arial" w:hAnsi="Arial" w:cs="Arial"/>
                <w:b/>
                <w:color w:val="FFFFFF"/>
                <w:szCs w:val="20"/>
              </w:rPr>
            </w:pPr>
            <w:r w:rsidRPr="00151A09">
              <w:rPr>
                <w:rFonts w:ascii="Arial" w:hAnsi="Arial" w:cs="Arial"/>
                <w:b/>
                <w:color w:val="FFFFFF"/>
                <w:szCs w:val="20"/>
              </w:rPr>
              <w:t>Oggetto</w:t>
            </w:r>
          </w:p>
        </w:tc>
        <w:tc>
          <w:tcPr>
            <w:tcW w:w="1956" w:type="dxa"/>
            <w:shd w:val="clear" w:color="auto" w:fill="014D6D"/>
          </w:tcPr>
          <w:p w:rsidR="00151A09" w:rsidRPr="00151A09" w:rsidRDefault="00151A09" w:rsidP="006800D3">
            <w:pPr>
              <w:spacing w:before="120" w:after="0"/>
              <w:jc w:val="center"/>
              <w:rPr>
                <w:rFonts w:ascii="Arial" w:hAnsi="Arial" w:cs="Arial"/>
                <w:b/>
                <w:color w:val="FFFFFF"/>
                <w:szCs w:val="20"/>
              </w:rPr>
            </w:pPr>
            <w:r w:rsidRPr="00151A09">
              <w:rPr>
                <w:rFonts w:ascii="Arial" w:hAnsi="Arial" w:cs="Arial"/>
                <w:b/>
                <w:color w:val="FFFFFF"/>
                <w:szCs w:val="20"/>
              </w:rPr>
              <w:t>Data di affidamento</w:t>
            </w:r>
          </w:p>
        </w:tc>
        <w:tc>
          <w:tcPr>
            <w:tcW w:w="1956" w:type="dxa"/>
            <w:shd w:val="clear" w:color="auto" w:fill="014D6D"/>
          </w:tcPr>
          <w:p w:rsidR="00151A09" w:rsidRPr="00151A09" w:rsidRDefault="00151A09" w:rsidP="006800D3">
            <w:pPr>
              <w:spacing w:before="120" w:after="0"/>
              <w:jc w:val="center"/>
              <w:rPr>
                <w:rFonts w:ascii="Arial" w:hAnsi="Arial" w:cs="Arial"/>
                <w:b/>
                <w:color w:val="FFFFFF"/>
                <w:szCs w:val="20"/>
              </w:rPr>
            </w:pPr>
            <w:r w:rsidRPr="00151A09">
              <w:rPr>
                <w:rFonts w:ascii="Arial" w:hAnsi="Arial" w:cs="Arial"/>
                <w:b/>
                <w:color w:val="FFFFFF"/>
                <w:szCs w:val="20"/>
              </w:rPr>
              <w:t>Periodo di esecuzione</w:t>
            </w:r>
          </w:p>
        </w:tc>
        <w:tc>
          <w:tcPr>
            <w:tcW w:w="1956" w:type="dxa"/>
            <w:shd w:val="clear" w:color="auto" w:fill="014D6D"/>
          </w:tcPr>
          <w:p w:rsidR="00151A09" w:rsidRPr="00151A09" w:rsidRDefault="00151A09" w:rsidP="006800D3">
            <w:pPr>
              <w:spacing w:before="120" w:after="0"/>
              <w:jc w:val="center"/>
              <w:rPr>
                <w:rFonts w:ascii="Arial" w:hAnsi="Arial" w:cs="Arial"/>
                <w:b/>
                <w:color w:val="FFFFFF"/>
                <w:szCs w:val="20"/>
              </w:rPr>
            </w:pPr>
            <w:r w:rsidRPr="00151A09">
              <w:rPr>
                <w:rFonts w:ascii="Arial" w:hAnsi="Arial" w:cs="Arial"/>
                <w:b/>
                <w:color w:val="FFFFFF"/>
                <w:szCs w:val="20"/>
              </w:rPr>
              <w:t>Importo €</w:t>
            </w:r>
          </w:p>
        </w:tc>
      </w:tr>
      <w:tr w:rsidR="00151A09" w:rsidRPr="00151A09" w:rsidTr="006800D3">
        <w:tc>
          <w:tcPr>
            <w:tcW w:w="1955" w:type="dxa"/>
            <w:shd w:val="clear" w:color="auto" w:fill="auto"/>
          </w:tcPr>
          <w:p w:rsidR="00151A09" w:rsidRPr="00151A09" w:rsidRDefault="00151A09" w:rsidP="006800D3">
            <w:pPr>
              <w:spacing w:before="120" w:after="0"/>
              <w:jc w:val="both"/>
              <w:rPr>
                <w:rFonts w:ascii="Arial" w:hAnsi="Arial" w:cs="Arial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151A09" w:rsidRPr="00151A09" w:rsidRDefault="00151A09" w:rsidP="006800D3">
            <w:pPr>
              <w:spacing w:before="120" w:after="0"/>
              <w:jc w:val="both"/>
              <w:rPr>
                <w:rFonts w:ascii="Arial" w:hAnsi="Arial" w:cs="Arial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151A09" w:rsidRPr="00151A09" w:rsidRDefault="00151A09" w:rsidP="006800D3">
            <w:pPr>
              <w:spacing w:before="120" w:after="0"/>
              <w:jc w:val="both"/>
              <w:rPr>
                <w:rFonts w:ascii="Arial" w:hAnsi="Arial" w:cs="Arial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151A09" w:rsidRPr="00151A09" w:rsidRDefault="00151A09" w:rsidP="006800D3">
            <w:pPr>
              <w:spacing w:before="120" w:after="0"/>
              <w:jc w:val="both"/>
              <w:rPr>
                <w:rFonts w:ascii="Arial" w:hAnsi="Arial" w:cs="Arial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151A09" w:rsidRPr="00151A09" w:rsidRDefault="00151A09" w:rsidP="006800D3">
            <w:pPr>
              <w:spacing w:before="120" w:after="0"/>
              <w:jc w:val="both"/>
              <w:rPr>
                <w:rFonts w:ascii="Arial" w:hAnsi="Arial" w:cs="Arial"/>
                <w:szCs w:val="20"/>
              </w:rPr>
            </w:pPr>
          </w:p>
        </w:tc>
      </w:tr>
      <w:tr w:rsidR="00151A09" w:rsidRPr="00151A09" w:rsidTr="006800D3">
        <w:tc>
          <w:tcPr>
            <w:tcW w:w="1955" w:type="dxa"/>
            <w:shd w:val="clear" w:color="auto" w:fill="auto"/>
          </w:tcPr>
          <w:p w:rsidR="00151A09" w:rsidRPr="00151A09" w:rsidRDefault="00151A09" w:rsidP="006800D3">
            <w:pPr>
              <w:spacing w:before="120" w:after="0"/>
              <w:jc w:val="both"/>
              <w:rPr>
                <w:rFonts w:ascii="Arial" w:hAnsi="Arial" w:cs="Arial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151A09" w:rsidRPr="00151A09" w:rsidRDefault="00151A09" w:rsidP="006800D3">
            <w:pPr>
              <w:spacing w:before="120" w:after="0"/>
              <w:jc w:val="both"/>
              <w:rPr>
                <w:rFonts w:ascii="Arial" w:hAnsi="Arial" w:cs="Arial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151A09" w:rsidRPr="00151A09" w:rsidRDefault="00151A09" w:rsidP="006800D3">
            <w:pPr>
              <w:spacing w:before="120" w:after="0"/>
              <w:jc w:val="both"/>
              <w:rPr>
                <w:rFonts w:ascii="Arial" w:hAnsi="Arial" w:cs="Arial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151A09" w:rsidRPr="00151A09" w:rsidRDefault="00151A09" w:rsidP="006800D3">
            <w:pPr>
              <w:spacing w:before="120" w:after="0"/>
              <w:jc w:val="both"/>
              <w:rPr>
                <w:rFonts w:ascii="Arial" w:hAnsi="Arial" w:cs="Arial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151A09" w:rsidRPr="00151A09" w:rsidRDefault="00151A09" w:rsidP="006800D3">
            <w:pPr>
              <w:spacing w:before="120" w:after="0"/>
              <w:jc w:val="both"/>
              <w:rPr>
                <w:rFonts w:ascii="Arial" w:hAnsi="Arial" w:cs="Arial"/>
                <w:szCs w:val="20"/>
              </w:rPr>
            </w:pPr>
          </w:p>
        </w:tc>
      </w:tr>
      <w:tr w:rsidR="00151A09" w:rsidRPr="00151A09" w:rsidTr="006800D3">
        <w:tc>
          <w:tcPr>
            <w:tcW w:w="1955" w:type="dxa"/>
            <w:shd w:val="clear" w:color="auto" w:fill="auto"/>
          </w:tcPr>
          <w:p w:rsidR="00151A09" w:rsidRPr="00151A09" w:rsidRDefault="00151A09" w:rsidP="006800D3">
            <w:pPr>
              <w:spacing w:before="120" w:after="0"/>
              <w:jc w:val="both"/>
              <w:rPr>
                <w:rFonts w:ascii="Arial" w:hAnsi="Arial" w:cs="Arial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151A09" w:rsidRPr="00151A09" w:rsidRDefault="00151A09" w:rsidP="006800D3">
            <w:pPr>
              <w:spacing w:before="120" w:after="0"/>
              <w:jc w:val="both"/>
              <w:rPr>
                <w:rFonts w:ascii="Arial" w:hAnsi="Arial" w:cs="Arial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151A09" w:rsidRPr="00151A09" w:rsidRDefault="00151A09" w:rsidP="006800D3">
            <w:pPr>
              <w:spacing w:before="120" w:after="0"/>
              <w:jc w:val="both"/>
              <w:rPr>
                <w:rFonts w:ascii="Arial" w:hAnsi="Arial" w:cs="Arial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151A09" w:rsidRPr="00151A09" w:rsidRDefault="00151A09" w:rsidP="006800D3">
            <w:pPr>
              <w:spacing w:before="120" w:after="0"/>
              <w:jc w:val="both"/>
              <w:rPr>
                <w:rFonts w:ascii="Arial" w:hAnsi="Arial" w:cs="Arial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151A09" w:rsidRPr="00151A09" w:rsidRDefault="00151A09" w:rsidP="006800D3">
            <w:pPr>
              <w:spacing w:before="120" w:after="0"/>
              <w:jc w:val="both"/>
              <w:rPr>
                <w:rFonts w:ascii="Arial" w:hAnsi="Arial" w:cs="Arial"/>
                <w:szCs w:val="20"/>
              </w:rPr>
            </w:pPr>
          </w:p>
        </w:tc>
      </w:tr>
      <w:tr w:rsidR="00151A09" w:rsidRPr="00151A09" w:rsidTr="006800D3">
        <w:tc>
          <w:tcPr>
            <w:tcW w:w="1955" w:type="dxa"/>
            <w:shd w:val="clear" w:color="auto" w:fill="auto"/>
          </w:tcPr>
          <w:p w:rsidR="00151A09" w:rsidRPr="00151A09" w:rsidRDefault="00151A09" w:rsidP="006800D3">
            <w:pPr>
              <w:spacing w:before="120" w:after="0"/>
              <w:jc w:val="both"/>
              <w:rPr>
                <w:rFonts w:ascii="Arial" w:hAnsi="Arial" w:cs="Arial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151A09" w:rsidRPr="00151A09" w:rsidRDefault="00151A09" w:rsidP="006800D3">
            <w:pPr>
              <w:spacing w:before="120" w:after="0"/>
              <w:jc w:val="both"/>
              <w:rPr>
                <w:rFonts w:ascii="Arial" w:hAnsi="Arial" w:cs="Arial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151A09" w:rsidRPr="00151A09" w:rsidRDefault="00151A09" w:rsidP="006800D3">
            <w:pPr>
              <w:spacing w:before="120" w:after="0"/>
              <w:jc w:val="both"/>
              <w:rPr>
                <w:rFonts w:ascii="Arial" w:hAnsi="Arial" w:cs="Arial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151A09" w:rsidRPr="00151A09" w:rsidRDefault="00151A09" w:rsidP="006800D3">
            <w:pPr>
              <w:spacing w:before="120" w:after="0"/>
              <w:jc w:val="both"/>
              <w:rPr>
                <w:rFonts w:ascii="Arial" w:hAnsi="Arial" w:cs="Arial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151A09" w:rsidRPr="00151A09" w:rsidRDefault="00151A09" w:rsidP="006800D3">
            <w:pPr>
              <w:spacing w:before="120" w:after="0"/>
              <w:jc w:val="both"/>
              <w:rPr>
                <w:rFonts w:ascii="Arial" w:hAnsi="Arial" w:cs="Arial"/>
                <w:szCs w:val="20"/>
              </w:rPr>
            </w:pPr>
          </w:p>
        </w:tc>
      </w:tr>
    </w:tbl>
    <w:p w:rsidR="00151A09" w:rsidRPr="00151A09" w:rsidRDefault="00151A09" w:rsidP="00151A09">
      <w:pPr>
        <w:pStyle w:val="Paragrafoelenco"/>
        <w:numPr>
          <w:ilvl w:val="0"/>
          <w:numId w:val="2"/>
        </w:numPr>
        <w:spacing w:before="120"/>
        <w:jc w:val="both"/>
        <w:rPr>
          <w:rFonts w:ascii="Arial" w:hAnsi="Arial" w:cs="Arial"/>
          <w:color w:val="000000"/>
          <w:szCs w:val="20"/>
        </w:rPr>
      </w:pP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Luogo, ______________ data ___/____/202__ </w:t>
      </w:r>
    </w:p>
    <w:p w:rsidR="00151A09" w:rsidRPr="00151A09" w:rsidRDefault="00151A09" w:rsidP="00151A09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Nominativo/ruolo (firmato digitalmente) </w:t>
      </w:r>
    </w:p>
    <w:p w:rsidR="00151A09" w:rsidRPr="00151A09" w:rsidRDefault="00151A09" w:rsidP="00151A09">
      <w:pPr>
        <w:jc w:val="both"/>
        <w:rPr>
          <w:rFonts w:ascii="Arial" w:hAnsi="Arial" w:cs="Arial"/>
          <w:szCs w:val="20"/>
        </w:rPr>
      </w:pPr>
    </w:p>
    <w:p w:rsidR="00875326" w:rsidRPr="00151A09" w:rsidRDefault="00875326" w:rsidP="005C673E">
      <w:pPr>
        <w:rPr>
          <w:rFonts w:ascii="Arial" w:hAnsi="Arial" w:cs="Arial"/>
          <w:szCs w:val="20"/>
        </w:rPr>
      </w:pPr>
    </w:p>
    <w:sectPr w:rsidR="00875326" w:rsidRPr="00151A09" w:rsidSect="005C673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818" w:right="1134" w:bottom="301" w:left="1134" w:header="0" w:footer="1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A313C" w:rsidRDefault="008A313C" w:rsidP="005677CF">
      <w:pPr>
        <w:spacing w:after="0" w:line="240" w:lineRule="auto"/>
      </w:pPr>
      <w:r>
        <w:separator/>
      </w:r>
    </w:p>
  </w:endnote>
  <w:endnote w:type="continuationSeparator" w:id="0">
    <w:p w:rsidR="008A313C" w:rsidRDefault="008A313C" w:rsidP="00567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C673E" w:rsidRDefault="000A26ED" w:rsidP="000A26ED">
    <w:pPr>
      <w:pStyle w:val="Pidipagina"/>
      <w:tabs>
        <w:tab w:val="clear" w:pos="4819"/>
        <w:tab w:val="clear" w:pos="9638"/>
        <w:tab w:val="left" w:pos="857"/>
      </w:tabs>
    </w:pPr>
    <w:r>
      <w:tab/>
    </w:r>
  </w:p>
  <w:p w:rsidR="005677CF" w:rsidRDefault="005C673E" w:rsidP="000A26ED">
    <w:pPr>
      <w:pStyle w:val="Pidipagina"/>
      <w:tabs>
        <w:tab w:val="clear" w:pos="4819"/>
        <w:tab w:val="clear" w:pos="9638"/>
        <w:tab w:val="left" w:pos="857"/>
      </w:tabs>
    </w:pPr>
    <w:r>
      <w:rPr>
        <w:noProof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column">
            <wp:posOffset>1313180</wp:posOffset>
          </wp:positionH>
          <wp:positionV relativeFrom="paragraph">
            <wp:posOffset>21046</wp:posOffset>
          </wp:positionV>
          <wp:extent cx="3493770" cy="549275"/>
          <wp:effectExtent l="0" t="0" r="0" b="0"/>
          <wp:wrapNone/>
          <wp:docPr id="480841392" name="Immagine 4808413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70225793" name="Immagine 117022579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93770" cy="549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D167F" w:rsidRDefault="007D167F" w:rsidP="007D167F">
    <w:pPr>
      <w:spacing w:after="0" w:line="240" w:lineRule="auto"/>
      <w:jc w:val="center"/>
      <w:rPr>
        <w:rFonts w:ascii="Arial" w:hAnsi="Arial" w:cs="Arial"/>
        <w:b/>
        <w:color w:val="44546A" w:themeColor="text2"/>
        <w:sz w:val="14"/>
        <w:szCs w:val="14"/>
      </w:rPr>
    </w:pPr>
  </w:p>
  <w:p w:rsidR="007D167F" w:rsidRDefault="005C673E" w:rsidP="007D167F">
    <w:pPr>
      <w:spacing w:after="0" w:line="240" w:lineRule="auto"/>
      <w:jc w:val="center"/>
      <w:rPr>
        <w:rFonts w:ascii="Arial" w:hAnsi="Arial" w:cs="Arial"/>
        <w:b/>
        <w:color w:val="44546A" w:themeColor="text2"/>
        <w:sz w:val="14"/>
        <w:szCs w:val="14"/>
      </w:rPr>
    </w:pPr>
    <w:r>
      <w:rPr>
        <w:noProof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margin">
            <wp:posOffset>1663881</wp:posOffset>
          </wp:positionH>
          <wp:positionV relativeFrom="paragraph">
            <wp:posOffset>101691</wp:posOffset>
          </wp:positionV>
          <wp:extent cx="3321696" cy="522514"/>
          <wp:effectExtent l="0" t="0" r="0" b="0"/>
          <wp:wrapNone/>
          <wp:docPr id="389693554" name="Immagine 3896935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19134609" name="Immagine 181913460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53960" cy="5275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C1ECB" w:rsidRDefault="00BC1EC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A313C" w:rsidRDefault="008A313C" w:rsidP="005677CF">
      <w:pPr>
        <w:spacing w:after="0" w:line="240" w:lineRule="auto"/>
      </w:pPr>
      <w:r>
        <w:separator/>
      </w:r>
    </w:p>
  </w:footnote>
  <w:footnote w:type="continuationSeparator" w:id="0">
    <w:p w:rsidR="008A313C" w:rsidRDefault="008A313C" w:rsidP="005677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D167F" w:rsidRDefault="005C673E">
    <w:pPr>
      <w:pStyle w:val="Intestazione"/>
    </w:pPr>
    <w:r>
      <w:rPr>
        <w:noProof/>
      </w:rPr>
      <w:drawing>
        <wp:anchor distT="0" distB="0" distL="114300" distR="114300" simplePos="0" relativeHeight="251660800" behindDoc="0" locked="0" layoutInCell="1" allowOverlap="1" wp14:anchorId="24F6F2A0">
          <wp:simplePos x="0" y="0"/>
          <wp:positionH relativeFrom="column">
            <wp:posOffset>15240</wp:posOffset>
          </wp:positionH>
          <wp:positionV relativeFrom="paragraph">
            <wp:posOffset>358775</wp:posOffset>
          </wp:positionV>
          <wp:extent cx="6093066" cy="580292"/>
          <wp:effectExtent l="0" t="0" r="0" b="4445"/>
          <wp:wrapNone/>
          <wp:docPr id="849134986" name="Immagine 8491349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2343840" name="Immagine 178234384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93066" cy="58029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113B1" w:rsidRDefault="004113B1">
    <w:pPr>
      <w:pStyle w:val="Intestazione"/>
    </w:pPr>
  </w:p>
  <w:p w:rsidR="004113B1" w:rsidRDefault="004113B1">
    <w:pPr>
      <w:pStyle w:val="Intestazione"/>
    </w:pPr>
  </w:p>
  <w:p w:rsidR="004113B1" w:rsidRDefault="004113B1">
    <w:pPr>
      <w:pStyle w:val="Intestazione"/>
    </w:pPr>
  </w:p>
  <w:p w:rsidR="004113B1" w:rsidRDefault="004113B1">
    <w:pPr>
      <w:pStyle w:val="Intestazione"/>
    </w:pPr>
  </w:p>
  <w:p w:rsidR="004113B1" w:rsidRDefault="004113B1">
    <w:pPr>
      <w:pStyle w:val="Intestazione"/>
    </w:pPr>
  </w:p>
  <w:p w:rsidR="004113B1" w:rsidRDefault="004113B1">
    <w:pPr>
      <w:pStyle w:val="Intestazione"/>
    </w:pPr>
  </w:p>
  <w:p w:rsidR="004113B1" w:rsidRDefault="004113B1">
    <w:pPr>
      <w:pStyle w:val="Intestazione"/>
    </w:pPr>
  </w:p>
  <w:p w:rsidR="004113B1" w:rsidRDefault="004113B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66B0C"/>
    <w:multiLevelType w:val="hybridMultilevel"/>
    <w:tmpl w:val="EA0C5A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A35B8A"/>
    <w:multiLevelType w:val="multilevel"/>
    <w:tmpl w:val="F62825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A4F4401"/>
    <w:multiLevelType w:val="multilevel"/>
    <w:tmpl w:val="333C10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E180421"/>
    <w:multiLevelType w:val="hybridMultilevel"/>
    <w:tmpl w:val="0AB056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734185"/>
    <w:multiLevelType w:val="multilevel"/>
    <w:tmpl w:val="B6E84F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0EC3A1D"/>
    <w:multiLevelType w:val="multilevel"/>
    <w:tmpl w:val="640A4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B144CA5"/>
    <w:multiLevelType w:val="hybridMultilevel"/>
    <w:tmpl w:val="2208D660"/>
    <w:lvl w:ilvl="0" w:tplc="00000065">
      <w:start w:val="1"/>
      <w:numFmt w:val="bullet"/>
      <w:lvlText w:val="•"/>
      <w:lvlJc w:val="left"/>
      <w:pPr>
        <w:ind w:left="1429" w:hanging="360"/>
      </w:pPr>
    </w:lvl>
    <w:lvl w:ilvl="1" w:tplc="0410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E4424E3"/>
    <w:multiLevelType w:val="hybridMultilevel"/>
    <w:tmpl w:val="A796CF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B57B2A"/>
    <w:multiLevelType w:val="hybridMultilevel"/>
    <w:tmpl w:val="A322D5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177992">
    <w:abstractNumId w:val="7"/>
  </w:num>
  <w:num w:numId="2" w16cid:durableId="1453095034">
    <w:abstractNumId w:val="6"/>
  </w:num>
  <w:num w:numId="3" w16cid:durableId="2001999501">
    <w:abstractNumId w:val="2"/>
  </w:num>
  <w:num w:numId="4" w16cid:durableId="1524200439">
    <w:abstractNumId w:val="4"/>
  </w:num>
  <w:num w:numId="5" w16cid:durableId="209608703">
    <w:abstractNumId w:val="5"/>
  </w:num>
  <w:num w:numId="6" w16cid:durableId="191575313">
    <w:abstractNumId w:val="1"/>
  </w:num>
  <w:num w:numId="7" w16cid:durableId="311299177">
    <w:abstractNumId w:val="3"/>
  </w:num>
  <w:num w:numId="8" w16cid:durableId="1411848482">
    <w:abstractNumId w:val="0"/>
  </w:num>
  <w:num w:numId="9" w16cid:durableId="32717797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2"/>
  <w:proofState w:spelling="clean"/>
  <w:attachedTemplate r:id="rId1"/>
  <w:defaultTabStop w:val="708"/>
  <w:hyphenationZone w:val="283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4E3"/>
    <w:rsid w:val="0003540B"/>
    <w:rsid w:val="00095049"/>
    <w:rsid w:val="000A26ED"/>
    <w:rsid w:val="000C4F8A"/>
    <w:rsid w:val="000D5895"/>
    <w:rsid w:val="001016F0"/>
    <w:rsid w:val="001054E3"/>
    <w:rsid w:val="00151A09"/>
    <w:rsid w:val="001E6F83"/>
    <w:rsid w:val="001F43A3"/>
    <w:rsid w:val="00225352"/>
    <w:rsid w:val="00234896"/>
    <w:rsid w:val="002E3747"/>
    <w:rsid w:val="003561DF"/>
    <w:rsid w:val="003822CF"/>
    <w:rsid w:val="003B498C"/>
    <w:rsid w:val="0040464C"/>
    <w:rsid w:val="004113B1"/>
    <w:rsid w:val="004171E8"/>
    <w:rsid w:val="0048225E"/>
    <w:rsid w:val="0049466E"/>
    <w:rsid w:val="00497A83"/>
    <w:rsid w:val="004F7E51"/>
    <w:rsid w:val="00564541"/>
    <w:rsid w:val="005677CF"/>
    <w:rsid w:val="0059023A"/>
    <w:rsid w:val="005C673E"/>
    <w:rsid w:val="005D1FF6"/>
    <w:rsid w:val="005E0310"/>
    <w:rsid w:val="005E68DD"/>
    <w:rsid w:val="00666473"/>
    <w:rsid w:val="00675551"/>
    <w:rsid w:val="00676E07"/>
    <w:rsid w:val="006A2C25"/>
    <w:rsid w:val="00724FCA"/>
    <w:rsid w:val="00773109"/>
    <w:rsid w:val="007C5EC1"/>
    <w:rsid w:val="007D167F"/>
    <w:rsid w:val="007E1724"/>
    <w:rsid w:val="007F0635"/>
    <w:rsid w:val="00835BB9"/>
    <w:rsid w:val="00847030"/>
    <w:rsid w:val="0085709D"/>
    <w:rsid w:val="00875326"/>
    <w:rsid w:val="008A313C"/>
    <w:rsid w:val="00904C2F"/>
    <w:rsid w:val="0091130E"/>
    <w:rsid w:val="0093791E"/>
    <w:rsid w:val="00945BDC"/>
    <w:rsid w:val="009527CE"/>
    <w:rsid w:val="00961625"/>
    <w:rsid w:val="009760EB"/>
    <w:rsid w:val="009B197D"/>
    <w:rsid w:val="00A21A3C"/>
    <w:rsid w:val="00A46137"/>
    <w:rsid w:val="00A52FD5"/>
    <w:rsid w:val="00A76E6D"/>
    <w:rsid w:val="00A77BD1"/>
    <w:rsid w:val="00AE09BE"/>
    <w:rsid w:val="00B228C1"/>
    <w:rsid w:val="00B42138"/>
    <w:rsid w:val="00B440CA"/>
    <w:rsid w:val="00B80CAD"/>
    <w:rsid w:val="00BC1ECB"/>
    <w:rsid w:val="00C51A59"/>
    <w:rsid w:val="00C53591"/>
    <w:rsid w:val="00C615C4"/>
    <w:rsid w:val="00C9577D"/>
    <w:rsid w:val="00CA54D9"/>
    <w:rsid w:val="00E82F30"/>
    <w:rsid w:val="00E83308"/>
    <w:rsid w:val="00E96EF9"/>
    <w:rsid w:val="00EA2FE0"/>
    <w:rsid w:val="00EC7034"/>
    <w:rsid w:val="00ED6CB5"/>
    <w:rsid w:val="00F16251"/>
    <w:rsid w:val="00F171F7"/>
    <w:rsid w:val="00F84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114FC44E-4D11-CD4A-8F0B-3026A2532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113B1"/>
    <w:pPr>
      <w:spacing w:after="200" w:line="276" w:lineRule="auto"/>
    </w:pPr>
    <w:rPr>
      <w:rFonts w:ascii="Lucida Sans" w:hAnsi="Lucida Sans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677C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677CF"/>
  </w:style>
  <w:style w:type="paragraph" w:styleId="Pidipagina">
    <w:name w:val="footer"/>
    <w:basedOn w:val="Normale"/>
    <w:link w:val="PidipaginaCarattere"/>
    <w:uiPriority w:val="99"/>
    <w:unhideWhenUsed/>
    <w:rsid w:val="005677C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677CF"/>
  </w:style>
  <w:style w:type="table" w:styleId="Grigliatabella">
    <w:name w:val="Table Grid"/>
    <w:basedOn w:val="Tabellanormale"/>
    <w:uiPriority w:val="59"/>
    <w:rsid w:val="00945BDC"/>
    <w:rPr>
      <w:rFonts w:ascii="Times New Roman" w:hAnsi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1"/>
    <w:qFormat/>
    <w:rsid w:val="00C9577D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C53591"/>
    <w:rPr>
      <w:color w:val="0563C1" w:themeColor="hyperlink"/>
      <w:u w:val="single"/>
    </w:rPr>
  </w:style>
  <w:style w:type="character" w:customStyle="1" w:styleId="ParagrafoelencoCarattere">
    <w:name w:val="Paragrafo elenco Carattere"/>
    <w:link w:val="Paragrafoelenco"/>
    <w:uiPriority w:val="1"/>
    <w:qFormat/>
    <w:locked/>
    <w:rsid w:val="00C53591"/>
    <w:rPr>
      <w:rFonts w:ascii="Lucida Sans" w:hAnsi="Lucida Sans"/>
      <w:szCs w:val="22"/>
      <w:lang w:eastAsia="en-US"/>
    </w:rPr>
  </w:style>
  <w:style w:type="character" w:styleId="Enfasigrassetto">
    <w:name w:val="Strong"/>
    <w:basedOn w:val="Carpredefinitoparagrafo"/>
    <w:uiPriority w:val="22"/>
    <w:qFormat/>
    <w:rsid w:val="00C53591"/>
    <w:rPr>
      <w:b/>
      <w:bCs/>
    </w:rPr>
  </w:style>
  <w:style w:type="paragraph" w:styleId="NormaleWeb">
    <w:name w:val="Normal (Web)"/>
    <w:basedOn w:val="Normale"/>
    <w:uiPriority w:val="99"/>
    <w:unhideWhenUsed/>
    <w:rsid w:val="00C535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C5359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72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65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07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165976">
              <w:marLeft w:val="55"/>
              <w:marRight w:val="0"/>
              <w:marTop w:val="0"/>
              <w:marBottom w:val="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51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0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5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60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413815">
              <w:marLeft w:val="109"/>
              <w:marRight w:val="0"/>
              <w:marTop w:val="0"/>
              <w:marBottom w:val="109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3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la\Desktop\D%20Archivio_FLAG\FLAG\B%20Funzionamento\A%20Corrispondenza\2019\U\05.%20MAGGIO\Nota%20di%20correzione%20su%20contratto%20GEA%20az.%203.1.3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969A711-589D-45BC-B7D4-F2BAF2103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C:\Users\Carla\Desktop\D Archivio_FLAG\FLAG\B Funzionamento\A Corrispondenza\2019\U\05. MAGGIO\Nota di correzione su contratto GEA az. 3.1.3.dotx</Template>
  <TotalTime>9</TotalTime>
  <Pages>10</Pages>
  <Words>3173</Words>
  <Characters>18090</Characters>
  <Application>Microsoft Office Word</Application>
  <DocSecurity>0</DocSecurity>
  <Lines>150</Lines>
  <Paragraphs>42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</dc:creator>
  <cp:lastModifiedBy>nicoletta.piras nicoletta.piras</cp:lastModifiedBy>
  <cp:revision>2</cp:revision>
  <cp:lastPrinted>2023-09-23T09:35:00Z</cp:lastPrinted>
  <dcterms:created xsi:type="dcterms:W3CDTF">2023-09-23T10:02:00Z</dcterms:created>
  <dcterms:modified xsi:type="dcterms:W3CDTF">2023-09-23T10:02:00Z</dcterms:modified>
</cp:coreProperties>
</file>